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38" w:type="dxa"/>
        <w:tblLook w:val="01E0" w:firstRow="1" w:lastRow="1" w:firstColumn="1" w:lastColumn="1" w:noHBand="0" w:noVBand="0"/>
      </w:tblPr>
      <w:tblGrid>
        <w:gridCol w:w="1943"/>
        <w:gridCol w:w="2792"/>
        <w:gridCol w:w="1106"/>
        <w:gridCol w:w="170"/>
        <w:gridCol w:w="3729"/>
        <w:gridCol w:w="98"/>
      </w:tblGrid>
      <w:tr w:rsidR="003B7DF9"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8B1CA5" w:rsidRDefault="00D63A52" w:rsidP="00F002D2">
            <w:r w:rsidRPr="00BE67C6">
              <w:rPr>
                <w:rFonts w:ascii="Arial" w:hAnsi="Arial" w:cs="Arial"/>
                <w:color w:val="808080"/>
                <w:sz w:val="18"/>
                <w:szCs w:val="18"/>
              </w:rPr>
              <w:t>Patient</w:t>
            </w:r>
            <w:r w:rsidR="003B7DF9" w:rsidRPr="00BE67C6">
              <w:rPr>
                <w:rFonts w:ascii="Arial" w:hAnsi="Arial" w:cs="Arial"/>
                <w:color w:val="808080"/>
                <w:sz w:val="18"/>
                <w:szCs w:val="18"/>
              </w:rPr>
              <w:t>:</w:t>
            </w:r>
          </w:p>
        </w:tc>
        <w:tc>
          <w:tcPr>
            <w:tcW w:w="7797" w:type="dxa"/>
            <w:gridSpan w:val="4"/>
            <w:shd w:val="clear" w:color="auto" w:fill="E6E6E6"/>
            <w:tcMar>
              <w:top w:w="28" w:type="dxa"/>
              <w:bottom w:w="28" w:type="dxa"/>
            </w:tcMar>
            <w:vAlign w:val="center"/>
          </w:tcPr>
          <w:p w:rsidR="003B7DF9" w:rsidRPr="00BE67C6" w:rsidRDefault="003B7DF9" w:rsidP="00F002D2">
            <w:pPr>
              <w:rPr>
                <w:rFonts w:ascii="Arial" w:hAnsi="Arial" w:cs="Arial"/>
                <w:b/>
                <w:sz w:val="18"/>
                <w:szCs w:val="18"/>
              </w:rPr>
            </w:pPr>
          </w:p>
        </w:tc>
      </w:tr>
      <w:tr w:rsidR="003B7DF9" w:rsidRPr="00BE67C6"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BE67C6" w:rsidRDefault="003B7DF9" w:rsidP="00F002D2">
            <w:pPr>
              <w:rPr>
                <w:sz w:val="18"/>
                <w:szCs w:val="18"/>
              </w:rPr>
            </w:pPr>
            <w:r w:rsidRPr="00BE67C6">
              <w:rPr>
                <w:rFonts w:ascii="Arial" w:hAnsi="Arial" w:cs="Arial"/>
                <w:color w:val="808080"/>
                <w:sz w:val="18"/>
                <w:szCs w:val="18"/>
              </w:rPr>
              <w:t>Date of Birth:</w:t>
            </w:r>
          </w:p>
        </w:tc>
        <w:tc>
          <w:tcPr>
            <w:tcW w:w="7797" w:type="dxa"/>
            <w:gridSpan w:val="4"/>
            <w:shd w:val="clear" w:color="auto" w:fill="E6E6E6"/>
            <w:tcMar>
              <w:top w:w="28" w:type="dxa"/>
              <w:bottom w:w="28" w:type="dxa"/>
            </w:tcMar>
            <w:vAlign w:val="center"/>
          </w:tcPr>
          <w:p w:rsidR="003B7DF9" w:rsidRPr="00BE67C6" w:rsidRDefault="00E5017E" w:rsidP="00C906DA">
            <w:pPr>
              <w:rPr>
                <w:sz w:val="18"/>
                <w:szCs w:val="18"/>
              </w:rPr>
            </w:pPr>
            <w:r>
              <w:rPr>
                <w:rFonts w:ascii="Arial" w:hAnsi="Arial" w:cs="Arial"/>
                <w:sz w:val="18"/>
                <w:szCs w:val="18"/>
              </w:rPr>
              <w:t xml:space="preserve">                     </w:t>
            </w:r>
            <w:r w:rsidR="003B7DF9" w:rsidRPr="00BE67C6">
              <w:rPr>
                <w:rFonts w:ascii="Arial" w:hAnsi="Arial" w:cs="Arial"/>
                <w:sz w:val="18"/>
                <w:szCs w:val="18"/>
              </w:rPr>
              <w:t xml:space="preserve">      </w:t>
            </w:r>
            <w:r w:rsidR="003B7DF9" w:rsidRPr="00BE67C6">
              <w:rPr>
                <w:rFonts w:ascii="Arial" w:hAnsi="Arial" w:cs="Arial"/>
                <w:color w:val="808080"/>
                <w:sz w:val="18"/>
                <w:szCs w:val="18"/>
              </w:rPr>
              <w:t>Age:</w:t>
            </w:r>
            <w:r w:rsidR="003B7DF9" w:rsidRPr="00BE67C6">
              <w:rPr>
                <w:rFonts w:ascii="Arial" w:hAnsi="Arial" w:cs="Arial"/>
                <w:sz w:val="18"/>
                <w:szCs w:val="18"/>
              </w:rPr>
              <w:t xml:space="preserve"> </w:t>
            </w:r>
            <w:r w:rsidR="00C906DA">
              <w:rPr>
                <w:rFonts w:ascii="Arial" w:hAnsi="Arial" w:cs="Arial"/>
                <w:sz w:val="18"/>
                <w:szCs w:val="18"/>
              </w:rPr>
              <w:t>75</w:t>
            </w:r>
          </w:p>
        </w:tc>
      </w:tr>
      <w:tr w:rsidR="002D26EA" w:rsidRPr="00BE67C6" w:rsidTr="002D26EA">
        <w:trPr>
          <w:gridAfter w:val="1"/>
          <w:wAfter w:w="98" w:type="dxa"/>
        </w:trPr>
        <w:tc>
          <w:tcPr>
            <w:tcW w:w="1943" w:type="dxa"/>
            <w:shd w:val="clear" w:color="auto" w:fill="E6E6E6"/>
            <w:tcMar>
              <w:top w:w="28" w:type="dxa"/>
              <w:left w:w="57" w:type="dxa"/>
              <w:bottom w:w="28" w:type="dxa"/>
              <w:right w:w="57" w:type="dxa"/>
            </w:tcMar>
            <w:vAlign w:val="center"/>
          </w:tcPr>
          <w:p w:rsidR="002D26EA" w:rsidRPr="00BE67C6" w:rsidRDefault="002D26EA" w:rsidP="00F002D2">
            <w:pPr>
              <w:rPr>
                <w:rFonts w:ascii="Arial" w:hAnsi="Arial" w:cs="Arial"/>
                <w:color w:val="808080"/>
                <w:sz w:val="18"/>
                <w:szCs w:val="18"/>
              </w:rPr>
            </w:pPr>
            <w:r>
              <w:rPr>
                <w:rFonts w:ascii="Arial" w:hAnsi="Arial" w:cs="Arial"/>
                <w:color w:val="808080"/>
                <w:sz w:val="18"/>
                <w:szCs w:val="18"/>
              </w:rPr>
              <w:t>District Number:</w:t>
            </w:r>
          </w:p>
        </w:tc>
        <w:tc>
          <w:tcPr>
            <w:tcW w:w="2792" w:type="dxa"/>
            <w:shd w:val="clear" w:color="auto" w:fill="E6E6E6"/>
            <w:tcMar>
              <w:top w:w="28" w:type="dxa"/>
              <w:bottom w:w="28" w:type="dxa"/>
            </w:tcMar>
            <w:vAlign w:val="center"/>
          </w:tcPr>
          <w:p w:rsidR="002D26EA" w:rsidRPr="002D26EA" w:rsidRDefault="00E5017E" w:rsidP="00F002D2">
            <w:pPr>
              <w:rPr>
                <w:rFonts w:ascii="Arial" w:hAnsi="Arial" w:cs="Arial"/>
                <w:sz w:val="18"/>
                <w:szCs w:val="18"/>
                <w:highlight w:val="yellow"/>
              </w:rPr>
            </w:pPr>
            <w:r>
              <w:rPr>
                <w:rFonts w:ascii="Arial" w:hAnsi="Arial" w:cs="Arial"/>
                <w:sz w:val="18"/>
                <w:szCs w:val="18"/>
              </w:rPr>
              <w:t xml:space="preserve"> </w:t>
            </w:r>
          </w:p>
        </w:tc>
        <w:tc>
          <w:tcPr>
            <w:tcW w:w="1276" w:type="dxa"/>
            <w:gridSpan w:val="2"/>
            <w:shd w:val="clear" w:color="auto" w:fill="E6E6E6"/>
            <w:vAlign w:val="center"/>
          </w:tcPr>
          <w:p w:rsidR="002D26EA" w:rsidRPr="002D26EA" w:rsidRDefault="002D26EA" w:rsidP="00F002D2">
            <w:pPr>
              <w:rPr>
                <w:rFonts w:ascii="Arial" w:hAnsi="Arial" w:cs="Arial"/>
                <w:color w:val="808080"/>
                <w:sz w:val="18"/>
                <w:szCs w:val="18"/>
                <w:highlight w:val="yellow"/>
              </w:rPr>
            </w:pPr>
            <w:r w:rsidRPr="002D26EA">
              <w:rPr>
                <w:rFonts w:ascii="Arial" w:hAnsi="Arial" w:cs="Arial"/>
                <w:color w:val="808080"/>
                <w:sz w:val="18"/>
                <w:szCs w:val="18"/>
              </w:rPr>
              <w:t>Ward/Dept:</w:t>
            </w:r>
          </w:p>
        </w:tc>
        <w:tc>
          <w:tcPr>
            <w:tcW w:w="3729" w:type="dxa"/>
            <w:shd w:val="clear" w:color="auto" w:fill="E6E6E6"/>
            <w:vAlign w:val="center"/>
          </w:tcPr>
          <w:p w:rsidR="002D26EA" w:rsidRPr="002D26EA" w:rsidRDefault="00E5017E" w:rsidP="00F002D2">
            <w:pPr>
              <w:rPr>
                <w:rFonts w:ascii="Arial" w:hAnsi="Arial" w:cs="Arial"/>
                <w:sz w:val="18"/>
                <w:szCs w:val="18"/>
              </w:rPr>
            </w:pPr>
            <w:r>
              <w:rPr>
                <w:rFonts w:ascii="Arial" w:hAnsi="Arial" w:cs="Arial"/>
                <w:sz w:val="18"/>
                <w:szCs w:val="18"/>
              </w:rPr>
              <w:t xml:space="preserve"> </w:t>
            </w: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Date of Scan:</w:t>
            </w:r>
          </w:p>
        </w:tc>
        <w:tc>
          <w:tcPr>
            <w:tcW w:w="7797" w:type="dxa"/>
            <w:gridSpan w:val="4"/>
            <w:tcMar>
              <w:top w:w="28" w:type="dxa"/>
              <w:bottom w:w="28" w:type="dxa"/>
            </w:tcMar>
            <w:vAlign w:val="center"/>
          </w:tcPr>
          <w:p w:rsidR="003B7DF9" w:rsidRPr="00BE67C6" w:rsidRDefault="00607655" w:rsidP="00F002D2">
            <w:pPr>
              <w:rPr>
                <w:rFonts w:ascii="Arial" w:hAnsi="Arial" w:cs="Arial"/>
                <w:sz w:val="18"/>
                <w:szCs w:val="18"/>
              </w:rPr>
            </w:pPr>
            <w:r w:rsidRPr="00BE67C6">
              <w:rPr>
                <w:rFonts w:ascii="Arial" w:hAnsi="Arial" w:cs="Arial"/>
                <w:sz w:val="18"/>
                <w:szCs w:val="18"/>
              </w:rPr>
              <w:fldChar w:fldCharType="begin"/>
            </w:r>
            <w:r w:rsidRPr="00BE67C6">
              <w:rPr>
                <w:rFonts w:ascii="Arial" w:hAnsi="Arial" w:cs="Arial"/>
                <w:sz w:val="18"/>
                <w:szCs w:val="18"/>
              </w:rPr>
              <w:instrText xml:space="preserve"> CREATEDATE \@ "dddd, d MMMM yyyy" \* MERGEFORMAT </w:instrText>
            </w:r>
            <w:r w:rsidRPr="00BE67C6">
              <w:rPr>
                <w:rFonts w:ascii="Arial" w:hAnsi="Arial" w:cs="Arial"/>
                <w:sz w:val="18"/>
                <w:szCs w:val="18"/>
              </w:rPr>
              <w:fldChar w:fldCharType="separate"/>
            </w:r>
            <w:r w:rsidR="00C906DA">
              <w:rPr>
                <w:rFonts w:ascii="Arial" w:hAnsi="Arial" w:cs="Arial"/>
                <w:noProof/>
                <w:sz w:val="18"/>
                <w:szCs w:val="18"/>
              </w:rPr>
              <w:t>Thursday, 6 August 2020</w:t>
            </w:r>
            <w:r w:rsidRPr="00BE67C6">
              <w:rPr>
                <w:rFonts w:ascii="Arial" w:hAnsi="Arial" w:cs="Arial"/>
                <w:sz w:val="18"/>
                <w:szCs w:val="18"/>
              </w:rPr>
              <w:fldChar w:fldCharType="end"/>
            </w: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Referring Doctor:</w:t>
            </w:r>
          </w:p>
        </w:tc>
        <w:tc>
          <w:tcPr>
            <w:tcW w:w="7797" w:type="dxa"/>
            <w:gridSpan w:val="4"/>
            <w:tcMar>
              <w:top w:w="28" w:type="dxa"/>
              <w:bottom w:w="28" w:type="dxa"/>
            </w:tcMar>
            <w:vAlign w:val="center"/>
          </w:tcPr>
          <w:p w:rsidR="003B7DF9" w:rsidRPr="00BE67C6" w:rsidRDefault="00E5017E" w:rsidP="00F002D2">
            <w:pPr>
              <w:rPr>
                <w:rFonts w:ascii="Arial" w:hAnsi="Arial" w:cs="Arial"/>
                <w:sz w:val="18"/>
                <w:szCs w:val="18"/>
              </w:rPr>
            </w:pPr>
            <w:r>
              <w:rPr>
                <w:rFonts w:ascii="Arial" w:hAnsi="Arial" w:cs="Arial"/>
                <w:sz w:val="18"/>
                <w:szCs w:val="18"/>
              </w:rPr>
              <w:t xml:space="preserve"> </w:t>
            </w:r>
            <w:bookmarkStart w:id="0" w:name="_GoBack"/>
            <w:bookmarkEnd w:id="0"/>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18"/>
                <w:szCs w:val="18"/>
              </w:rPr>
            </w:pPr>
            <w:r w:rsidRPr="00BE67C6">
              <w:rPr>
                <w:rFonts w:ascii="Arial" w:hAnsi="Arial" w:cs="Arial"/>
                <w:color w:val="808080"/>
                <w:sz w:val="18"/>
                <w:szCs w:val="18"/>
              </w:rPr>
              <w:t>Indications:</w:t>
            </w:r>
          </w:p>
        </w:tc>
        <w:tc>
          <w:tcPr>
            <w:tcW w:w="7797" w:type="dxa"/>
            <w:gridSpan w:val="4"/>
            <w:vMerge w:val="restart"/>
            <w:tcMar>
              <w:top w:w="28" w:type="dxa"/>
              <w:bottom w:w="28" w:type="dxa"/>
            </w:tcMar>
          </w:tcPr>
          <w:p w:rsidR="00A5497F" w:rsidRPr="00BE67C6" w:rsidRDefault="00C906DA" w:rsidP="00F002D2">
            <w:pPr>
              <w:rPr>
                <w:rFonts w:ascii="Arial" w:hAnsi="Arial" w:cs="Arial"/>
                <w:sz w:val="18"/>
                <w:szCs w:val="18"/>
              </w:rPr>
            </w:pPr>
            <w:r>
              <w:rPr>
                <w:rFonts w:ascii="Arial" w:hAnsi="Arial" w:cs="Arial"/>
                <w:sz w:val="18"/>
                <w:szCs w:val="18"/>
              </w:rPr>
              <w:t xml:space="preserve">75 year old recent stroke with vision loss. ? Carotid artery stenosis. </w:t>
            </w:r>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20"/>
                <w:szCs w:val="20"/>
              </w:rPr>
            </w:pPr>
          </w:p>
        </w:tc>
        <w:tc>
          <w:tcPr>
            <w:tcW w:w="7797" w:type="dxa"/>
            <w:gridSpan w:val="4"/>
            <w:vMerge/>
            <w:tcMar>
              <w:top w:w="28" w:type="dxa"/>
              <w:bottom w:w="28" w:type="dxa"/>
            </w:tcMar>
            <w:vAlign w:val="center"/>
          </w:tcPr>
          <w:p w:rsidR="00A5497F" w:rsidRPr="00BE67C6" w:rsidRDefault="00A5497F" w:rsidP="00F002D2">
            <w:pPr>
              <w:rPr>
                <w:rFonts w:ascii="Arial" w:hAnsi="Arial" w:cs="Arial"/>
                <w:sz w:val="18"/>
                <w:szCs w:val="18"/>
                <w:highlight w:val="yellow"/>
              </w:rPr>
            </w:pPr>
          </w:p>
        </w:tc>
      </w:tr>
      <w:tr w:rsidR="003B7DF9" w:rsidRPr="00BE67C6" w:rsidTr="00BE67C6">
        <w:trPr>
          <w:gridAfter w:val="1"/>
          <w:wAfter w:w="98" w:type="dxa"/>
        </w:trPr>
        <w:tc>
          <w:tcPr>
            <w:tcW w:w="9740" w:type="dxa"/>
            <w:gridSpan w:val="5"/>
            <w:shd w:val="clear" w:color="auto" w:fill="E6E6E6"/>
            <w:tcMar>
              <w:top w:w="28" w:type="dxa"/>
              <w:left w:w="57" w:type="dxa"/>
              <w:bottom w:w="28" w:type="dxa"/>
              <w:right w:w="57" w:type="dxa"/>
            </w:tcMar>
          </w:tcPr>
          <w:p w:rsidR="003B7DF9" w:rsidRPr="00BE67C6" w:rsidRDefault="00591C95" w:rsidP="00BE67C6">
            <w:pPr>
              <w:tabs>
                <w:tab w:val="left" w:pos="2127"/>
              </w:tabs>
              <w:jc w:val="center"/>
              <w:rPr>
                <w:rFonts w:ascii="Arial" w:hAnsi="Arial" w:cs="Arial"/>
                <w:b/>
                <w:bCs/>
                <w:sz w:val="18"/>
                <w:szCs w:val="20"/>
              </w:rPr>
            </w:pPr>
            <w:r w:rsidRPr="00BE67C6">
              <w:rPr>
                <w:rFonts w:ascii="Arial" w:hAnsi="Arial"/>
                <w:b/>
                <w:bCs/>
                <w:sz w:val="18"/>
                <w:szCs w:val="20"/>
              </w:rPr>
              <w:t>Carotid Artery Duplex</w:t>
            </w:r>
          </w:p>
        </w:tc>
      </w:tr>
      <w:tr w:rsidR="009A34D2" w:rsidRPr="00BE67C6" w:rsidTr="00BE67C6">
        <w:trPr>
          <w:gridAfter w:val="1"/>
          <w:wAfter w:w="98" w:type="dxa"/>
          <w:trHeight w:val="7371"/>
        </w:trPr>
        <w:tc>
          <w:tcPr>
            <w:tcW w:w="9740" w:type="dxa"/>
            <w:gridSpan w:val="5"/>
            <w:shd w:val="clear" w:color="auto" w:fill="auto"/>
            <w:tcMar>
              <w:top w:w="28" w:type="dxa"/>
              <w:left w:w="57" w:type="dxa"/>
              <w:bottom w:w="28" w:type="dxa"/>
              <w:right w:w="57" w:type="dxa"/>
            </w:tcMar>
          </w:tcPr>
          <w:p w:rsidR="009A34D2" w:rsidRPr="00BE67C6" w:rsidRDefault="00C906DA" w:rsidP="00BE67C6">
            <w:pPr>
              <w:tabs>
                <w:tab w:val="left" w:pos="2127"/>
              </w:tabs>
              <w:jc w:val="center"/>
              <w:rPr>
                <w:rFonts w:ascii="Arial" w:hAnsi="Arial"/>
                <w:b/>
                <w:bCs/>
                <w:sz w:val="18"/>
                <w:szCs w:val="20"/>
              </w:rPr>
            </w:pPr>
            <w:r>
              <w:rPr>
                <w:rFonts w:ascii="Arial" w:hAnsi="Arial"/>
                <w:b/>
                <w:bCs/>
                <w:noProof/>
                <w:sz w:val="18"/>
                <w:szCs w:val="20"/>
                <w:lang w:val="en-GB" w:eastAsia="en-GB"/>
              </w:rPr>
              <mc:AlternateContent>
                <mc:Choice Requires="wps">
                  <w:drawing>
                    <wp:anchor distT="0" distB="0" distL="114300" distR="114300" simplePos="0" relativeHeight="251668992" behindDoc="0" locked="0" layoutInCell="1" allowOverlap="1">
                      <wp:simplePos x="0" y="0"/>
                      <wp:positionH relativeFrom="column">
                        <wp:posOffset>3973195</wp:posOffset>
                      </wp:positionH>
                      <wp:positionV relativeFrom="paragraph">
                        <wp:posOffset>2071370</wp:posOffset>
                      </wp:positionV>
                      <wp:extent cx="201295" cy="1094105"/>
                      <wp:effectExtent l="26035" t="6985" r="10795" b="13335"/>
                      <wp:wrapNone/>
                      <wp:docPr id="55" name="Freeform 4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295" cy="1094105"/>
                              </a:xfrm>
                              <a:custGeom>
                                <a:avLst/>
                                <a:gdLst>
                                  <a:gd name="T0" fmla="*/ 317 w 317"/>
                                  <a:gd name="T1" fmla="*/ 0 h 1723"/>
                                  <a:gd name="T2" fmla="*/ 109 w 317"/>
                                  <a:gd name="T3" fmla="*/ 907 h 1723"/>
                                  <a:gd name="T4" fmla="*/ 0 w 317"/>
                                  <a:gd name="T5" fmla="*/ 1723 h 1723"/>
                                  <a:gd name="T6" fmla="*/ 100 w 317"/>
                                  <a:gd name="T7" fmla="*/ 1257 h 1723"/>
                                  <a:gd name="T8" fmla="*/ 200 w 317"/>
                                  <a:gd name="T9" fmla="*/ 799 h 1723"/>
                                  <a:gd name="T10" fmla="*/ 250 w 317"/>
                                  <a:gd name="T11" fmla="*/ 499 h 1723"/>
                                  <a:gd name="T12" fmla="*/ 317 w 317"/>
                                  <a:gd name="T13" fmla="*/ 16 h 1723"/>
                                </a:gdLst>
                                <a:ahLst/>
                                <a:cxnLst>
                                  <a:cxn ang="0">
                                    <a:pos x="T0" y="T1"/>
                                  </a:cxn>
                                  <a:cxn ang="0">
                                    <a:pos x="T2" y="T3"/>
                                  </a:cxn>
                                  <a:cxn ang="0">
                                    <a:pos x="T4" y="T5"/>
                                  </a:cxn>
                                  <a:cxn ang="0">
                                    <a:pos x="T6" y="T7"/>
                                  </a:cxn>
                                  <a:cxn ang="0">
                                    <a:pos x="T8" y="T9"/>
                                  </a:cxn>
                                  <a:cxn ang="0">
                                    <a:pos x="T10" y="T11"/>
                                  </a:cxn>
                                  <a:cxn ang="0">
                                    <a:pos x="T12" y="T13"/>
                                  </a:cxn>
                                </a:cxnLst>
                                <a:rect l="0" t="0" r="r" b="b"/>
                                <a:pathLst>
                                  <a:path w="317" h="1723">
                                    <a:moveTo>
                                      <a:pt x="317" y="0"/>
                                    </a:moveTo>
                                    <a:lnTo>
                                      <a:pt x="109" y="907"/>
                                    </a:lnTo>
                                    <a:lnTo>
                                      <a:pt x="0" y="1723"/>
                                    </a:lnTo>
                                    <a:lnTo>
                                      <a:pt x="100" y="1257"/>
                                    </a:lnTo>
                                    <a:lnTo>
                                      <a:pt x="200" y="799"/>
                                    </a:lnTo>
                                    <a:lnTo>
                                      <a:pt x="250" y="499"/>
                                    </a:lnTo>
                                    <a:lnTo>
                                      <a:pt x="317" y="16"/>
                                    </a:lnTo>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CD13D4" id="Freeform 493"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28.7pt,163.1pt,318.3pt,208.45pt,312.85pt,249.25pt,317.85pt,225.95pt,322.85pt,203.05pt,325.35pt,188.05pt,328.7pt,163.9pt" coordsize="317,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" fillcolor="silver">
                      <v:path arrowok="t" o:connecttype="custom" o:connectlocs="201295,0;69215,575945;0,1094105;63500,798195;127000,507365;158750,316865;201295,10160" o:connectangles="0,0,0,0,0,0,0"/>
                    </v:polylin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4896" behindDoc="0" locked="0" layoutInCell="1" allowOverlap="1">
                      <wp:simplePos x="0" y="0"/>
                      <wp:positionH relativeFrom="column">
                        <wp:posOffset>1991360</wp:posOffset>
                      </wp:positionH>
                      <wp:positionV relativeFrom="paragraph">
                        <wp:posOffset>2224405</wp:posOffset>
                      </wp:positionV>
                      <wp:extent cx="274955" cy="941070"/>
                      <wp:effectExtent l="6350" t="7620" r="42545" b="13335"/>
                      <wp:wrapNone/>
                      <wp:docPr id="54" name="Freeform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955" cy="941070"/>
                              </a:xfrm>
                              <a:custGeom>
                                <a:avLst/>
                                <a:gdLst>
                                  <a:gd name="T0" fmla="*/ 0 w 433"/>
                                  <a:gd name="T1" fmla="*/ 0 h 1482"/>
                                  <a:gd name="T2" fmla="*/ 175 w 433"/>
                                  <a:gd name="T3" fmla="*/ 375 h 1482"/>
                                  <a:gd name="T4" fmla="*/ 333 w 433"/>
                                  <a:gd name="T5" fmla="*/ 1007 h 1482"/>
                                  <a:gd name="T6" fmla="*/ 433 w 433"/>
                                  <a:gd name="T7" fmla="*/ 1482 h 1482"/>
                                  <a:gd name="T8" fmla="*/ 167 w 433"/>
                                  <a:gd name="T9" fmla="*/ 525 h 1482"/>
                                  <a:gd name="T10" fmla="*/ 25 w 433"/>
                                  <a:gd name="T11" fmla="*/ 58 h 1482"/>
                                </a:gdLst>
                                <a:ahLst/>
                                <a:cxnLst>
                                  <a:cxn ang="0">
                                    <a:pos x="T0" y="T1"/>
                                  </a:cxn>
                                  <a:cxn ang="0">
                                    <a:pos x="T2" y="T3"/>
                                  </a:cxn>
                                  <a:cxn ang="0">
                                    <a:pos x="T4" y="T5"/>
                                  </a:cxn>
                                  <a:cxn ang="0">
                                    <a:pos x="T6" y="T7"/>
                                  </a:cxn>
                                  <a:cxn ang="0">
                                    <a:pos x="T8" y="T9"/>
                                  </a:cxn>
                                  <a:cxn ang="0">
                                    <a:pos x="T10" y="T11"/>
                                  </a:cxn>
                                </a:cxnLst>
                                <a:rect l="0" t="0" r="r" b="b"/>
                                <a:pathLst>
                                  <a:path w="433" h="1482">
                                    <a:moveTo>
                                      <a:pt x="0" y="0"/>
                                    </a:moveTo>
                                    <a:lnTo>
                                      <a:pt x="175" y="375"/>
                                    </a:lnTo>
                                    <a:lnTo>
                                      <a:pt x="333" y="1007"/>
                                    </a:lnTo>
                                    <a:lnTo>
                                      <a:pt x="433" y="1482"/>
                                    </a:lnTo>
                                    <a:lnTo>
                                      <a:pt x="167" y="525"/>
                                    </a:lnTo>
                                    <a:lnTo>
                                      <a:pt x="25" y="58"/>
                                    </a:lnTo>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B2BD34" id="Freeform 489"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56.8pt,175.15pt,165.55pt,193.9pt,173.45pt,225.5pt,178.45pt,249.25pt,165.15pt,201.4pt,158.05pt,178.05pt" coordsize="433,1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" fillcolor="silver">
                      <v:path arrowok="t" o:connecttype="custom" o:connectlocs="0,0;111125,238125;211455,639445;274955,941070;106045,333375;15875,36830" o:connectangles="0,0,0,0,0,0"/>
                    </v:polylin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1040" behindDoc="0" locked="0" layoutInCell="1" allowOverlap="1">
                      <wp:simplePos x="0" y="0"/>
                      <wp:positionH relativeFrom="column">
                        <wp:posOffset>3587750</wp:posOffset>
                      </wp:positionH>
                      <wp:positionV relativeFrom="paragraph">
                        <wp:posOffset>2292985</wp:posOffset>
                      </wp:positionV>
                      <wp:extent cx="211455" cy="454660"/>
                      <wp:effectExtent l="31115" t="19050" r="14605" b="50165"/>
                      <wp:wrapNone/>
                      <wp:docPr id="53" name="Freeform 495"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455" cy="454660"/>
                              </a:xfrm>
                              <a:custGeom>
                                <a:avLst/>
                                <a:gdLst>
                                  <a:gd name="T0" fmla="*/ 0 w 333"/>
                                  <a:gd name="T1" fmla="*/ 0 h 716"/>
                                  <a:gd name="T2" fmla="*/ 125 w 333"/>
                                  <a:gd name="T3" fmla="*/ 9 h 716"/>
                                  <a:gd name="T4" fmla="*/ 250 w 333"/>
                                  <a:gd name="T5" fmla="*/ 109 h 716"/>
                                  <a:gd name="T6" fmla="*/ 316 w 333"/>
                                  <a:gd name="T7" fmla="*/ 217 h 716"/>
                                  <a:gd name="T8" fmla="*/ 333 w 333"/>
                                  <a:gd name="T9" fmla="*/ 350 h 716"/>
                                  <a:gd name="T10" fmla="*/ 208 w 333"/>
                                  <a:gd name="T11" fmla="*/ 716 h 716"/>
                                  <a:gd name="T12" fmla="*/ 241 w 333"/>
                                  <a:gd name="T13" fmla="*/ 292 h 716"/>
                                  <a:gd name="T14" fmla="*/ 166 w 333"/>
                                  <a:gd name="T15" fmla="*/ 75 h 716"/>
                                  <a:gd name="T16" fmla="*/ 0 w 333"/>
                                  <a:gd name="T17" fmla="*/ 0 h 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3" h="716">
                                    <a:moveTo>
                                      <a:pt x="0" y="0"/>
                                    </a:moveTo>
                                    <a:lnTo>
                                      <a:pt x="125" y="9"/>
                                    </a:lnTo>
                                    <a:lnTo>
                                      <a:pt x="250" y="109"/>
                                    </a:lnTo>
                                    <a:lnTo>
                                      <a:pt x="316" y="217"/>
                                    </a:lnTo>
                                    <a:lnTo>
                                      <a:pt x="333" y="350"/>
                                    </a:lnTo>
                                    <a:lnTo>
                                      <a:pt x="208" y="716"/>
                                    </a:lnTo>
                                    <a:lnTo>
                                      <a:pt x="241" y="292"/>
                                    </a:lnTo>
                                    <a:lnTo>
                                      <a:pt x="166" y="75"/>
                                    </a:lnTo>
                                    <a:lnTo>
                                      <a:pt x="0" y="0"/>
                                    </a:lnTo>
                                    <a:close/>
                                  </a:path>
                                </a:pathLst>
                              </a:custGeom>
                              <a:blipFill dpi="0" rotWithShape="0">
                                <a:blip r:embed="rId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096F7" id="Freeform 495" o:spid="_x0000_s1026" alt="Granite" style="position:absolute;margin-left:282.5pt;margin-top:180.55pt;width:16.65pt;height:35.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3,7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" path="m,l125,9,250,109r66,108l333,350,208,716,241,292,166,75,,xe">
                      <v:fill r:id="rId7" o:title="Granite" recolor="t" type="tile"/>
                      <v:path arrowok="t" o:connecttype="custom" o:connectlocs="0,0;79375,5715;158750,69215;200660,137795;211455,222250;132080,454660;153035,185420;105410,47625;0,0" o:connectangles="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2064" behindDoc="0" locked="0" layoutInCell="1" allowOverlap="1">
                      <wp:simplePos x="0" y="0"/>
                      <wp:positionH relativeFrom="column">
                        <wp:posOffset>3756660</wp:posOffset>
                      </wp:positionH>
                      <wp:positionV relativeFrom="paragraph">
                        <wp:posOffset>1817370</wp:posOffset>
                      </wp:positionV>
                      <wp:extent cx="206375" cy="507365"/>
                      <wp:effectExtent l="19050" t="29210" r="12700" b="6350"/>
                      <wp:wrapNone/>
                      <wp:docPr id="52" name="Freeform 496"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375" cy="507365"/>
                              </a:xfrm>
                              <a:custGeom>
                                <a:avLst/>
                                <a:gdLst>
                                  <a:gd name="T0" fmla="*/ 25 w 325"/>
                                  <a:gd name="T1" fmla="*/ 267 h 799"/>
                                  <a:gd name="T2" fmla="*/ 0 w 325"/>
                                  <a:gd name="T3" fmla="*/ 591 h 799"/>
                                  <a:gd name="T4" fmla="*/ 50 w 325"/>
                                  <a:gd name="T5" fmla="*/ 749 h 799"/>
                                  <a:gd name="T6" fmla="*/ 75 w 325"/>
                                  <a:gd name="T7" fmla="*/ 799 h 799"/>
                                  <a:gd name="T8" fmla="*/ 133 w 325"/>
                                  <a:gd name="T9" fmla="*/ 799 h 799"/>
                                  <a:gd name="T10" fmla="*/ 208 w 325"/>
                                  <a:gd name="T11" fmla="*/ 691 h 799"/>
                                  <a:gd name="T12" fmla="*/ 325 w 325"/>
                                  <a:gd name="T13" fmla="*/ 450 h 799"/>
                                  <a:gd name="T14" fmla="*/ 316 w 325"/>
                                  <a:gd name="T15" fmla="*/ 225 h 799"/>
                                  <a:gd name="T16" fmla="*/ 250 w 325"/>
                                  <a:gd name="T17" fmla="*/ 0 h 799"/>
                                  <a:gd name="T18" fmla="*/ 175 w 325"/>
                                  <a:gd name="T19" fmla="*/ 242 h 799"/>
                                  <a:gd name="T20" fmla="*/ 133 w 325"/>
                                  <a:gd name="T21" fmla="*/ 758 h 799"/>
                                  <a:gd name="T22" fmla="*/ 58 w 325"/>
                                  <a:gd name="T23" fmla="*/ 591 h 799"/>
                                  <a:gd name="T24" fmla="*/ 25 w 325"/>
                                  <a:gd name="T25" fmla="*/ 267 h 7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25" h="799">
                                    <a:moveTo>
                                      <a:pt x="25" y="267"/>
                                    </a:moveTo>
                                    <a:lnTo>
                                      <a:pt x="0" y="591"/>
                                    </a:lnTo>
                                    <a:lnTo>
                                      <a:pt x="50" y="749"/>
                                    </a:lnTo>
                                    <a:lnTo>
                                      <a:pt x="75" y="799"/>
                                    </a:lnTo>
                                    <a:lnTo>
                                      <a:pt x="133" y="799"/>
                                    </a:lnTo>
                                    <a:lnTo>
                                      <a:pt x="208" y="691"/>
                                    </a:lnTo>
                                    <a:lnTo>
                                      <a:pt x="325" y="450"/>
                                    </a:lnTo>
                                    <a:lnTo>
                                      <a:pt x="316" y="225"/>
                                    </a:lnTo>
                                    <a:lnTo>
                                      <a:pt x="250" y="0"/>
                                    </a:lnTo>
                                    <a:lnTo>
                                      <a:pt x="175" y="242"/>
                                    </a:lnTo>
                                    <a:lnTo>
                                      <a:pt x="133" y="758"/>
                                    </a:lnTo>
                                    <a:lnTo>
                                      <a:pt x="58" y="591"/>
                                    </a:lnTo>
                                    <a:lnTo>
                                      <a:pt x="25" y="267"/>
                                    </a:lnTo>
                                    <a:close/>
                                  </a:path>
                                </a:pathLst>
                              </a:custGeom>
                              <a:blipFill dpi="0" rotWithShape="0">
                                <a:blip r:embed="rId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0C9E6" id="Freeform 496" o:spid="_x0000_s1026" alt="Granite" style="position:absolute;margin-left:295.8pt;margin-top:143.1pt;width:16.25pt;height:39.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5,7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" path="m25,267l,591,50,749r25,50l133,799,208,691,325,450,316,225,250,,175,242,133,758,58,591,25,267xe">
                      <v:fill r:id="rId7" o:title="Granite" recolor="t" type="tile"/>
                      <v:path arrowok="t" o:connecttype="custom" o:connectlocs="15875,169545;0,375285;31750,475615;47625,507365;84455,507365;132080,438785;206375,285750;200660,142875;158750,0;111125,153670;84455,481330;36830,375285;15875,169545" o:connectangles="0,0,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0016" behindDoc="0" locked="0" layoutInCell="1" allowOverlap="1">
                      <wp:simplePos x="0" y="0"/>
                      <wp:positionH relativeFrom="column">
                        <wp:posOffset>4047490</wp:posOffset>
                      </wp:positionH>
                      <wp:positionV relativeFrom="paragraph">
                        <wp:posOffset>1859915</wp:posOffset>
                      </wp:positionV>
                      <wp:extent cx="132080" cy="803275"/>
                      <wp:effectExtent l="14605" t="33655" r="15240" b="39370"/>
                      <wp:wrapNone/>
                      <wp:docPr id="51" name="Freeform 494"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080" cy="803275"/>
                              </a:xfrm>
                              <a:custGeom>
                                <a:avLst/>
                                <a:gdLst>
                                  <a:gd name="T0" fmla="*/ 208 w 208"/>
                                  <a:gd name="T1" fmla="*/ 0 h 1265"/>
                                  <a:gd name="T2" fmla="*/ 133 w 208"/>
                                  <a:gd name="T3" fmla="*/ 133 h 1265"/>
                                  <a:gd name="T4" fmla="*/ 100 w 208"/>
                                  <a:gd name="T5" fmla="*/ 433 h 1265"/>
                                  <a:gd name="T6" fmla="*/ 0 w 208"/>
                                  <a:gd name="T7" fmla="*/ 782 h 1265"/>
                                  <a:gd name="T8" fmla="*/ 50 w 208"/>
                                  <a:gd name="T9" fmla="*/ 1265 h 1265"/>
                                  <a:gd name="T10" fmla="*/ 183 w 208"/>
                                  <a:gd name="T11" fmla="*/ 566 h 1265"/>
                                  <a:gd name="T12" fmla="*/ 208 w 208"/>
                                  <a:gd name="T13" fmla="*/ 0 h 1265"/>
                                </a:gdLst>
                                <a:ahLst/>
                                <a:cxnLst>
                                  <a:cxn ang="0">
                                    <a:pos x="T0" y="T1"/>
                                  </a:cxn>
                                  <a:cxn ang="0">
                                    <a:pos x="T2" y="T3"/>
                                  </a:cxn>
                                  <a:cxn ang="0">
                                    <a:pos x="T4" y="T5"/>
                                  </a:cxn>
                                  <a:cxn ang="0">
                                    <a:pos x="T6" y="T7"/>
                                  </a:cxn>
                                  <a:cxn ang="0">
                                    <a:pos x="T8" y="T9"/>
                                  </a:cxn>
                                  <a:cxn ang="0">
                                    <a:pos x="T10" y="T11"/>
                                  </a:cxn>
                                  <a:cxn ang="0">
                                    <a:pos x="T12" y="T13"/>
                                  </a:cxn>
                                </a:cxnLst>
                                <a:rect l="0" t="0" r="r" b="b"/>
                                <a:pathLst>
                                  <a:path w="208" h="1265">
                                    <a:moveTo>
                                      <a:pt x="208" y="0"/>
                                    </a:moveTo>
                                    <a:lnTo>
                                      <a:pt x="133" y="133"/>
                                    </a:lnTo>
                                    <a:lnTo>
                                      <a:pt x="100" y="433"/>
                                    </a:lnTo>
                                    <a:lnTo>
                                      <a:pt x="0" y="782"/>
                                    </a:lnTo>
                                    <a:lnTo>
                                      <a:pt x="50" y="1265"/>
                                    </a:lnTo>
                                    <a:lnTo>
                                      <a:pt x="183" y="566"/>
                                    </a:lnTo>
                                    <a:lnTo>
                                      <a:pt x="208" y="0"/>
                                    </a:lnTo>
                                    <a:close/>
                                  </a:path>
                                </a:pathLst>
                              </a:custGeom>
                              <a:blipFill dpi="0" rotWithShape="0">
                                <a:blip r:embed="rId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72BF6" id="Freeform 494" o:spid="_x0000_s1026" alt="Granite" style="position:absolute;margin-left:318.7pt;margin-top:146.45pt;width:10.4pt;height:63.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8,12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" path="m208,l133,133,100,433,,782r50,483l183,566,208,xe">
                      <v:fill r:id="rId7" o:title="Granite" recolor="t" type="tile"/>
                      <v:path arrowok="t" o:connecttype="custom" o:connectlocs="132080,0;84455,84455;63500,274955;0,496570;31750,803275;116205,359410;132080,0" o:connectangles="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6944" behindDoc="0" locked="0" layoutInCell="1" allowOverlap="1">
                      <wp:simplePos x="0" y="0"/>
                      <wp:positionH relativeFrom="column">
                        <wp:posOffset>1938655</wp:posOffset>
                      </wp:positionH>
                      <wp:positionV relativeFrom="paragraph">
                        <wp:posOffset>1616710</wp:posOffset>
                      </wp:positionV>
                      <wp:extent cx="184785" cy="988060"/>
                      <wp:effectExtent l="10795" t="38100" r="13970" b="31115"/>
                      <wp:wrapNone/>
                      <wp:docPr id="50" name="Freeform 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988060"/>
                              </a:xfrm>
                              <a:custGeom>
                                <a:avLst/>
                                <a:gdLst>
                                  <a:gd name="T0" fmla="*/ 66 w 291"/>
                                  <a:gd name="T1" fmla="*/ 0 h 1556"/>
                                  <a:gd name="T2" fmla="*/ 191 w 291"/>
                                  <a:gd name="T3" fmla="*/ 333 h 1556"/>
                                  <a:gd name="T4" fmla="*/ 266 w 291"/>
                                  <a:gd name="T5" fmla="*/ 558 h 1556"/>
                                  <a:gd name="T6" fmla="*/ 291 w 291"/>
                                  <a:gd name="T7" fmla="*/ 782 h 1556"/>
                                  <a:gd name="T8" fmla="*/ 291 w 291"/>
                                  <a:gd name="T9" fmla="*/ 1115 h 1556"/>
                                  <a:gd name="T10" fmla="*/ 283 w 291"/>
                                  <a:gd name="T11" fmla="*/ 1556 h 1556"/>
                                  <a:gd name="T12" fmla="*/ 83 w 291"/>
                                  <a:gd name="T13" fmla="*/ 1015 h 1556"/>
                                  <a:gd name="T14" fmla="*/ 8 w 291"/>
                                  <a:gd name="T15" fmla="*/ 766 h 1556"/>
                                  <a:gd name="T16" fmla="*/ 0 w 291"/>
                                  <a:gd name="T17" fmla="*/ 508 h 1556"/>
                                  <a:gd name="T18" fmla="*/ 33 w 291"/>
                                  <a:gd name="T19" fmla="*/ 291 h 1556"/>
                                  <a:gd name="T20" fmla="*/ 66 w 291"/>
                                  <a:gd name="T21" fmla="*/ 116 h 1556"/>
                                  <a:gd name="T22" fmla="*/ 66 w 291"/>
                                  <a:gd name="T23" fmla="*/ 0 h 1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1" h="1556">
                                    <a:moveTo>
                                      <a:pt x="66" y="0"/>
                                    </a:moveTo>
                                    <a:lnTo>
                                      <a:pt x="191" y="333"/>
                                    </a:lnTo>
                                    <a:lnTo>
                                      <a:pt x="266" y="558"/>
                                    </a:lnTo>
                                    <a:lnTo>
                                      <a:pt x="291" y="782"/>
                                    </a:lnTo>
                                    <a:lnTo>
                                      <a:pt x="291" y="1115"/>
                                    </a:lnTo>
                                    <a:lnTo>
                                      <a:pt x="283" y="1556"/>
                                    </a:lnTo>
                                    <a:lnTo>
                                      <a:pt x="83" y="1015"/>
                                    </a:lnTo>
                                    <a:lnTo>
                                      <a:pt x="8" y="766"/>
                                    </a:lnTo>
                                    <a:lnTo>
                                      <a:pt x="0" y="508"/>
                                    </a:lnTo>
                                    <a:lnTo>
                                      <a:pt x="33" y="291"/>
                                    </a:lnTo>
                                    <a:lnTo>
                                      <a:pt x="66" y="116"/>
                                    </a:lnTo>
                                    <a:lnTo>
                                      <a:pt x="66" y="0"/>
                                    </a:ln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8CF38" id="Freeform 491" o:spid="_x0000_s1026" style="position:absolute;margin-left:152.65pt;margin-top:127.3pt;width:14.55pt;height:77.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1,1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" path="m66,l191,333r75,225l291,782r,333l283,1556,83,1015,8,766,,508,33,291,66,116,66,xe" fillcolor="#333">
                      <v:path arrowok="t" o:connecttype="custom" o:connectlocs="41910,0;121285,211455;168910,354330;184785,496570;184785,708025;179705,988060;52705,644525;5080,486410;0,322580;20955,184785;41910,73660;41910,0" o:connectangles="0,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7968" behindDoc="0" locked="0" layoutInCell="1" allowOverlap="1">
                      <wp:simplePos x="0" y="0"/>
                      <wp:positionH relativeFrom="column">
                        <wp:posOffset>2160270</wp:posOffset>
                      </wp:positionH>
                      <wp:positionV relativeFrom="paragraph">
                        <wp:posOffset>1616710</wp:posOffset>
                      </wp:positionV>
                      <wp:extent cx="211455" cy="718820"/>
                      <wp:effectExtent l="13335" t="47625" r="13335" b="14605"/>
                      <wp:wrapNone/>
                      <wp:docPr id="49" name="Freeform 492"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455" cy="718820"/>
                              </a:xfrm>
                              <a:custGeom>
                                <a:avLst/>
                                <a:gdLst>
                                  <a:gd name="T0" fmla="*/ 50 w 333"/>
                                  <a:gd name="T1" fmla="*/ 0 h 1132"/>
                                  <a:gd name="T2" fmla="*/ 17 w 333"/>
                                  <a:gd name="T3" fmla="*/ 233 h 1132"/>
                                  <a:gd name="T4" fmla="*/ 0 w 333"/>
                                  <a:gd name="T5" fmla="*/ 508 h 1132"/>
                                  <a:gd name="T6" fmla="*/ 67 w 333"/>
                                  <a:gd name="T7" fmla="*/ 699 h 1132"/>
                                  <a:gd name="T8" fmla="*/ 100 w 333"/>
                                  <a:gd name="T9" fmla="*/ 874 h 1132"/>
                                  <a:gd name="T10" fmla="*/ 150 w 333"/>
                                  <a:gd name="T11" fmla="*/ 1132 h 1132"/>
                                  <a:gd name="T12" fmla="*/ 242 w 333"/>
                                  <a:gd name="T13" fmla="*/ 1107 h 1132"/>
                                  <a:gd name="T14" fmla="*/ 333 w 333"/>
                                  <a:gd name="T15" fmla="*/ 741 h 1132"/>
                                  <a:gd name="T16" fmla="*/ 333 w 333"/>
                                  <a:gd name="T17" fmla="*/ 449 h 1132"/>
                                  <a:gd name="T18" fmla="*/ 225 w 333"/>
                                  <a:gd name="T19" fmla="*/ 1082 h 1132"/>
                                  <a:gd name="T20" fmla="*/ 159 w 333"/>
                                  <a:gd name="T21" fmla="*/ 657 h 1132"/>
                                  <a:gd name="T22" fmla="*/ 75 w 333"/>
                                  <a:gd name="T23" fmla="*/ 216 h 1132"/>
                                  <a:gd name="T24" fmla="*/ 50 w 333"/>
                                  <a:gd name="T25" fmla="*/ 0 h 1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33" h="1132">
                                    <a:moveTo>
                                      <a:pt x="50" y="0"/>
                                    </a:moveTo>
                                    <a:lnTo>
                                      <a:pt x="17" y="233"/>
                                    </a:lnTo>
                                    <a:lnTo>
                                      <a:pt x="0" y="508"/>
                                    </a:lnTo>
                                    <a:lnTo>
                                      <a:pt x="67" y="699"/>
                                    </a:lnTo>
                                    <a:lnTo>
                                      <a:pt x="100" y="874"/>
                                    </a:lnTo>
                                    <a:lnTo>
                                      <a:pt x="150" y="1132"/>
                                    </a:lnTo>
                                    <a:lnTo>
                                      <a:pt x="242" y="1107"/>
                                    </a:lnTo>
                                    <a:lnTo>
                                      <a:pt x="333" y="741"/>
                                    </a:lnTo>
                                    <a:lnTo>
                                      <a:pt x="333" y="449"/>
                                    </a:lnTo>
                                    <a:lnTo>
                                      <a:pt x="225" y="1082"/>
                                    </a:lnTo>
                                    <a:lnTo>
                                      <a:pt x="159" y="657"/>
                                    </a:lnTo>
                                    <a:lnTo>
                                      <a:pt x="75" y="216"/>
                                    </a:lnTo>
                                    <a:lnTo>
                                      <a:pt x="50" y="0"/>
                                    </a:lnTo>
                                    <a:close/>
                                  </a:path>
                                </a:pathLst>
                              </a:custGeom>
                              <a:blipFill dpi="0" rotWithShape="0">
                                <a:blip r:embed="rId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92DD1" id="Freeform 492" o:spid="_x0000_s1026" alt="Granite" style="position:absolute;margin-left:170.1pt;margin-top:127.3pt;width:16.65pt;height:5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3,11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" path="m50,l17,233,,508,67,699r33,175l150,1132r92,-25l333,741r,-292l225,1082,159,657,75,216,50,xe">
                      <v:fill r:id="rId7" o:title="Granite" recolor="t" type="tile"/>
                      <v:path arrowok="t" o:connecttype="custom" o:connectlocs="31750,0;10795,147955;0,322580;42545,443865;63500,554990;95250,718820;153670,702945;211455,470535;211455,285115;142875,687070;100965,417195;47625,137160;31750,0" o:connectangles="0,0,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5920" behindDoc="0" locked="0" layoutInCell="1" allowOverlap="1">
                      <wp:simplePos x="0" y="0"/>
                      <wp:positionH relativeFrom="column">
                        <wp:posOffset>2334895</wp:posOffset>
                      </wp:positionH>
                      <wp:positionV relativeFrom="paragraph">
                        <wp:posOffset>2298700</wp:posOffset>
                      </wp:positionV>
                      <wp:extent cx="142875" cy="337820"/>
                      <wp:effectExtent l="16510" t="5715" r="12065" b="46990"/>
                      <wp:wrapNone/>
                      <wp:docPr id="48" name="Freeform 490"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37820"/>
                              </a:xfrm>
                              <a:custGeom>
                                <a:avLst/>
                                <a:gdLst>
                                  <a:gd name="T0" fmla="*/ 217 w 225"/>
                                  <a:gd name="T1" fmla="*/ 0 h 532"/>
                                  <a:gd name="T2" fmla="*/ 58 w 225"/>
                                  <a:gd name="T3" fmla="*/ 33 h 532"/>
                                  <a:gd name="T4" fmla="*/ 0 w 225"/>
                                  <a:gd name="T5" fmla="*/ 116 h 532"/>
                                  <a:gd name="T6" fmla="*/ 125 w 225"/>
                                  <a:gd name="T7" fmla="*/ 532 h 532"/>
                                  <a:gd name="T8" fmla="*/ 100 w 225"/>
                                  <a:gd name="T9" fmla="*/ 166 h 532"/>
                                  <a:gd name="T10" fmla="*/ 125 w 225"/>
                                  <a:gd name="T11" fmla="*/ 91 h 532"/>
                                  <a:gd name="T12" fmla="*/ 225 w 225"/>
                                  <a:gd name="T13" fmla="*/ 8 h 532"/>
                                </a:gdLst>
                                <a:ahLst/>
                                <a:cxnLst>
                                  <a:cxn ang="0">
                                    <a:pos x="T0" y="T1"/>
                                  </a:cxn>
                                  <a:cxn ang="0">
                                    <a:pos x="T2" y="T3"/>
                                  </a:cxn>
                                  <a:cxn ang="0">
                                    <a:pos x="T4" y="T5"/>
                                  </a:cxn>
                                  <a:cxn ang="0">
                                    <a:pos x="T6" y="T7"/>
                                  </a:cxn>
                                  <a:cxn ang="0">
                                    <a:pos x="T8" y="T9"/>
                                  </a:cxn>
                                  <a:cxn ang="0">
                                    <a:pos x="T10" y="T11"/>
                                  </a:cxn>
                                  <a:cxn ang="0">
                                    <a:pos x="T12" y="T13"/>
                                  </a:cxn>
                                </a:cxnLst>
                                <a:rect l="0" t="0" r="r" b="b"/>
                                <a:pathLst>
                                  <a:path w="225" h="532">
                                    <a:moveTo>
                                      <a:pt x="217" y="0"/>
                                    </a:moveTo>
                                    <a:lnTo>
                                      <a:pt x="58" y="33"/>
                                    </a:lnTo>
                                    <a:lnTo>
                                      <a:pt x="0" y="116"/>
                                    </a:lnTo>
                                    <a:lnTo>
                                      <a:pt x="125" y="532"/>
                                    </a:lnTo>
                                    <a:lnTo>
                                      <a:pt x="100" y="166"/>
                                    </a:lnTo>
                                    <a:lnTo>
                                      <a:pt x="125" y="91"/>
                                    </a:lnTo>
                                    <a:lnTo>
                                      <a:pt x="225" y="8"/>
                                    </a:lnTo>
                                  </a:path>
                                </a:pathLst>
                              </a:custGeom>
                              <a:blipFill dpi="0" rotWithShape="0">
                                <a:blip r:embed="rId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B0B30D" id="Freeform 490" o:spid="_x0000_s1026" alt="Granite"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4.7pt,181pt,186.75pt,182.65pt,183.85pt,186.8pt,190.1pt,207.6pt,188.85pt,189.3pt,190.1pt,185.55pt,195.1pt,181.4pt" coordsize="225,5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">
                      <v:fill r:id="rId7" o:title="Granite" recolor="t" type="tile"/>
                      <v:path arrowok="t" o:connecttype="custom" o:connectlocs="137795,0;36830,20955;0,73660;79375,337820;63500,105410;79375,57785;142875,5080" o:connectangles="0,0,0,0,0,0,0"/>
                    </v:polylin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3872" behindDoc="0" locked="0" layoutInCell="1" allowOverlap="1">
                      <wp:simplePos x="0" y="0"/>
                      <wp:positionH relativeFrom="column">
                        <wp:posOffset>2602230</wp:posOffset>
                      </wp:positionH>
                      <wp:positionV relativeFrom="paragraph">
                        <wp:posOffset>3145790</wp:posOffset>
                      </wp:positionV>
                      <wp:extent cx="219075" cy="152400"/>
                      <wp:effectExtent l="7620" t="5080" r="1905" b="4445"/>
                      <wp:wrapNone/>
                      <wp:docPr id="47"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C906DA" w:rsidP="000F4957">
                                  <w:pPr>
                                    <w:jc w:val="center"/>
                                  </w:pPr>
                                  <w:r>
                                    <w:rPr>
                                      <w:rFonts w:ascii="Arial" w:hAnsi="Arial" w:cs="Arial"/>
                                      <w:sz w:val="16"/>
                                      <w:szCs w:val="16"/>
                                    </w:rPr>
                                    <w:t>39</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8" o:spid="_x0000_s1026" type="#_x0000_t202" style="position:absolute;left:0;text-align:left;margin-left:204.9pt;margin-top:247.7pt;width:17.25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4WmwIAAEw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GSpIcaPbHRoTs1onyx8A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" fillcolor="#36f" stroked="f" strokecolor="#36f" strokeweight=".25pt">
                      <v:fill opacity="13107f"/>
                      <v:stroke dashstyle="1 1"/>
                      <v:textbox inset=".5mm,.5mm,.5mm,.5mm">
                        <w:txbxContent>
                          <w:p w:rsidR="000F4957" w:rsidRPr="004E4B01" w:rsidRDefault="00C906DA" w:rsidP="000F4957">
                            <w:pPr>
                              <w:jc w:val="center"/>
                            </w:pPr>
                            <w:r>
                              <w:rPr>
                                <w:rFonts w:ascii="Arial" w:hAnsi="Arial" w:cs="Arial"/>
                                <w:sz w:val="16"/>
                                <w:szCs w:val="16"/>
                              </w:rPr>
                              <w:t>39</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2848" behindDoc="0" locked="0" layoutInCell="1" allowOverlap="1">
                      <wp:simplePos x="0" y="0"/>
                      <wp:positionH relativeFrom="column">
                        <wp:posOffset>3400425</wp:posOffset>
                      </wp:positionH>
                      <wp:positionV relativeFrom="paragraph">
                        <wp:posOffset>3146425</wp:posOffset>
                      </wp:positionV>
                      <wp:extent cx="219075" cy="152400"/>
                      <wp:effectExtent l="5715" t="5715" r="3810" b="3810"/>
                      <wp:wrapNone/>
                      <wp:docPr id="46" name="Text 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C906DA" w:rsidP="000F4957">
                                  <w:pPr>
                                    <w:jc w:val="center"/>
                                  </w:pPr>
                                  <w:r>
                                    <w:rPr>
                                      <w:rFonts w:ascii="Arial" w:hAnsi="Arial" w:cs="Arial"/>
                                      <w:sz w:val="16"/>
                                      <w:szCs w:val="16"/>
                                    </w:rPr>
                                    <w:t>77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7" type="#_x0000_t202" style="position:absolute;left:0;text-align:left;margin-left:267.75pt;margin-top:247.75pt;width:17.25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6AngIAAFM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CSpIcaPbHRoTs1onwx9w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" fillcolor="#36f" stroked="f" strokecolor="#36f" strokeweight=".25pt">
                      <v:fill opacity="13107f"/>
                      <v:stroke dashstyle="1 1"/>
                      <v:textbox inset=".5mm,.5mm,.5mm,.5mm">
                        <w:txbxContent>
                          <w:p w:rsidR="000F4957" w:rsidRPr="004E4B01" w:rsidRDefault="00C906DA" w:rsidP="000F4957">
                            <w:pPr>
                              <w:jc w:val="center"/>
                            </w:pPr>
                            <w:r>
                              <w:rPr>
                                <w:rFonts w:ascii="Arial" w:hAnsi="Arial" w:cs="Arial"/>
                                <w:sz w:val="16"/>
                                <w:szCs w:val="16"/>
                              </w:rPr>
                              <w:t>77</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1824" behindDoc="0" locked="0" layoutInCell="1" allowOverlap="1">
                      <wp:simplePos x="0" y="0"/>
                      <wp:positionH relativeFrom="column">
                        <wp:posOffset>2493645</wp:posOffset>
                      </wp:positionH>
                      <wp:positionV relativeFrom="paragraph">
                        <wp:posOffset>1976755</wp:posOffset>
                      </wp:positionV>
                      <wp:extent cx="219075" cy="152400"/>
                      <wp:effectExtent l="3810" t="7620" r="5715" b="1905"/>
                      <wp:wrapNone/>
                      <wp:docPr id="4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C906DA" w:rsidP="000D4C8F">
                                  <w:pPr>
                                    <w:jc w:val="center"/>
                                  </w:pPr>
                                  <w:r>
                                    <w:rPr>
                                      <w:rFonts w:ascii="Arial" w:hAnsi="Arial" w:cs="Arial"/>
                                      <w:sz w:val="16"/>
                                      <w:szCs w:val="16"/>
                                    </w:rPr>
                                    <w:t>126</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8" type="#_x0000_t202" style="position:absolute;left:0;text-align:left;margin-left:196.35pt;margin-top:155.65pt;width:17.25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" fillcolor="#36f" stroked="f" strokecolor="#36f" strokeweight=".25pt">
                      <v:fill opacity="13107f"/>
                      <v:stroke dashstyle="1 1"/>
                      <v:textbox inset=".5mm,.5mm,.5mm,.5mm">
                        <w:txbxContent>
                          <w:p w:rsidR="000D4C8F" w:rsidRPr="004E4B01" w:rsidRDefault="00C906DA" w:rsidP="000D4C8F">
                            <w:pPr>
                              <w:jc w:val="center"/>
                            </w:pPr>
                            <w:r>
                              <w:rPr>
                                <w:rFonts w:ascii="Arial" w:hAnsi="Arial" w:cs="Arial"/>
                                <w:sz w:val="16"/>
                                <w:szCs w:val="16"/>
                              </w:rPr>
                              <w:t>126</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0800" behindDoc="0" locked="0" layoutInCell="1" allowOverlap="1">
                      <wp:simplePos x="0" y="0"/>
                      <wp:positionH relativeFrom="column">
                        <wp:posOffset>3406140</wp:posOffset>
                      </wp:positionH>
                      <wp:positionV relativeFrom="paragraph">
                        <wp:posOffset>1977390</wp:posOffset>
                      </wp:positionV>
                      <wp:extent cx="219075" cy="152400"/>
                      <wp:effectExtent l="1905" t="8255" r="7620" b="1270"/>
                      <wp:wrapNone/>
                      <wp:docPr id="4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C906DA" w:rsidP="000D4C8F">
                                  <w:pPr>
                                    <w:jc w:val="center"/>
                                  </w:pPr>
                                  <w:r>
                                    <w:rPr>
                                      <w:rFonts w:ascii="Arial" w:hAnsi="Arial" w:cs="Arial"/>
                                      <w:sz w:val="16"/>
                                      <w:szCs w:val="16"/>
                                    </w:rPr>
                                    <w:t>150</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4" o:spid="_x0000_s1029" type="#_x0000_t202" style="position:absolute;left:0;text-align:left;margin-left:268.2pt;margin-top:155.7pt;width:17.2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" fillcolor="#36f" stroked="f" strokecolor="#36f" strokeweight=".25pt">
                      <v:fill opacity="13107f"/>
                      <v:stroke dashstyle="1 1"/>
                      <v:textbox inset=".5mm,.5mm,.5mm,.5mm">
                        <w:txbxContent>
                          <w:p w:rsidR="000D4C8F" w:rsidRPr="004E4B01" w:rsidRDefault="00C906DA" w:rsidP="000D4C8F">
                            <w:pPr>
                              <w:jc w:val="center"/>
                            </w:pPr>
                            <w:r>
                              <w:rPr>
                                <w:rFonts w:ascii="Arial" w:hAnsi="Arial" w:cs="Arial"/>
                                <w:sz w:val="16"/>
                                <w:szCs w:val="16"/>
                              </w:rPr>
                              <w:t>150</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8752" behindDoc="0" locked="0" layoutInCell="1" allowOverlap="1">
                      <wp:simplePos x="0" y="0"/>
                      <wp:positionH relativeFrom="column">
                        <wp:posOffset>438150</wp:posOffset>
                      </wp:positionH>
                      <wp:positionV relativeFrom="paragraph">
                        <wp:posOffset>1908175</wp:posOffset>
                      </wp:positionV>
                      <wp:extent cx="1332230" cy="220980"/>
                      <wp:effectExtent l="5715" t="5715" r="5080" b="1905"/>
                      <wp:wrapNone/>
                      <wp:docPr id="43"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pPr>
                                    <w:jc w:val="right"/>
                                  </w:pPr>
                                  <w:r w:rsidRPr="00D967E3">
                                    <w:rPr>
                                      <w:rFonts w:ascii="Arial" w:hAnsi="Arial" w:cs="Arial"/>
                                      <w:sz w:val="16"/>
                                      <w:szCs w:val="16"/>
                                    </w:rPr>
                                    <w:t xml:space="preserve">PSV = </w:t>
                                  </w:r>
                                  <w:r w:rsidR="00C906DA">
                                    <w:rPr>
                                      <w:rFonts w:ascii="Arial" w:hAnsi="Arial" w:cs="Arial"/>
                                      <w:sz w:val="16"/>
                                      <w:szCs w:val="16"/>
                                    </w:rPr>
                                    <w:t>305</w:t>
                                  </w:r>
                                  <w:r>
                                    <w:rPr>
                                      <w:rFonts w:ascii="Arial" w:hAnsi="Arial" w:cs="Arial"/>
                                      <w:sz w:val="16"/>
                                      <w:szCs w:val="16"/>
                                    </w:rPr>
                                    <w:t xml:space="preserve">, EDV = </w:t>
                                  </w:r>
                                  <w:r w:rsidR="00C906DA">
                                    <w:rPr>
                                      <w:rFonts w:ascii="Arial" w:hAnsi="Arial" w:cs="Arial"/>
                                      <w:sz w:val="16"/>
                                      <w:szCs w:val="16"/>
                                    </w:rPr>
                                    <w:t>82</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30" type="#_x0000_t202" style="position:absolute;left:0;text-align:left;margin-left:34.5pt;margin-top:150.25pt;width:104.9pt;height:1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" fillcolor="#36f" stroked="f" strokecolor="gray" strokeweight=".25pt">
                      <v:fill opacity="13107f"/>
                      <v:stroke dashstyle="1 1" endcap="round"/>
                      <v:textbox>
                        <w:txbxContent>
                          <w:p w:rsidR="000D4C8F" w:rsidRPr="00F6201D" w:rsidRDefault="000D4C8F" w:rsidP="000D4C8F">
                            <w:pPr>
                              <w:jc w:val="right"/>
                            </w:pPr>
                            <w:r w:rsidRPr="00D967E3">
                              <w:rPr>
                                <w:rFonts w:ascii="Arial" w:hAnsi="Arial" w:cs="Arial"/>
                                <w:sz w:val="16"/>
                                <w:szCs w:val="16"/>
                              </w:rPr>
                              <w:t xml:space="preserve">PSV = </w:t>
                            </w:r>
                            <w:r w:rsidR="00C906DA">
                              <w:rPr>
                                <w:rFonts w:ascii="Arial" w:hAnsi="Arial" w:cs="Arial"/>
                                <w:sz w:val="16"/>
                                <w:szCs w:val="16"/>
                              </w:rPr>
                              <w:t>305</w:t>
                            </w:r>
                            <w:r>
                              <w:rPr>
                                <w:rFonts w:ascii="Arial" w:hAnsi="Arial" w:cs="Arial"/>
                                <w:sz w:val="16"/>
                                <w:szCs w:val="16"/>
                              </w:rPr>
                              <w:t xml:space="preserve">, EDV = </w:t>
                            </w:r>
                            <w:r w:rsidR="00C906DA">
                              <w:rPr>
                                <w:rFonts w:ascii="Arial" w:hAnsi="Arial" w:cs="Arial"/>
                                <w:sz w:val="16"/>
                                <w:szCs w:val="16"/>
                              </w:rPr>
                              <w:t>82</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9776" behindDoc="0" locked="0" layoutInCell="1" allowOverlap="1">
                      <wp:simplePos x="0" y="0"/>
                      <wp:positionH relativeFrom="column">
                        <wp:posOffset>4353560</wp:posOffset>
                      </wp:positionH>
                      <wp:positionV relativeFrom="paragraph">
                        <wp:posOffset>1904365</wp:posOffset>
                      </wp:positionV>
                      <wp:extent cx="1412875" cy="220980"/>
                      <wp:effectExtent l="6350" t="1905" r="0" b="5715"/>
                      <wp:wrapNone/>
                      <wp:docPr id="42"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r w:rsidRPr="00D967E3">
                                    <w:rPr>
                                      <w:rFonts w:ascii="Arial" w:hAnsi="Arial" w:cs="Arial"/>
                                      <w:sz w:val="16"/>
                                      <w:szCs w:val="16"/>
                                    </w:rPr>
                                    <w:t xml:space="preserve">PSV = </w:t>
                                  </w:r>
                                  <w:r w:rsidR="00C906DA">
                                    <w:rPr>
                                      <w:rFonts w:ascii="Arial" w:hAnsi="Arial" w:cs="Arial"/>
                                      <w:sz w:val="16"/>
                                      <w:szCs w:val="16"/>
                                    </w:rPr>
                                    <w:t>143</w:t>
                                  </w:r>
                                  <w:r>
                                    <w:rPr>
                                      <w:rFonts w:ascii="Arial" w:hAnsi="Arial" w:cs="Arial"/>
                                      <w:sz w:val="16"/>
                                      <w:szCs w:val="16"/>
                                    </w:rPr>
                                    <w:t xml:space="preserve">, EDV = </w:t>
                                  </w:r>
                                  <w:r w:rsidR="00C906DA">
                                    <w:rPr>
                                      <w:rFonts w:ascii="Arial" w:hAnsi="Arial" w:cs="Arial"/>
                                      <w:sz w:val="16"/>
                                      <w:szCs w:val="16"/>
                                    </w:rPr>
                                    <w:t>48</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31" type="#_x0000_t202" style="position:absolute;left:0;text-align:left;margin-left:342.8pt;margin-top:149.95pt;width:111.25pt;height:1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" fillcolor="#36f" stroked="f" strokecolor="gray" strokeweight=".25pt">
                      <v:fill opacity="13107f"/>
                      <v:stroke dashstyle="1 1" endcap="round"/>
                      <v:textbox>
                        <w:txbxContent>
                          <w:p w:rsidR="000D4C8F" w:rsidRPr="00F6201D" w:rsidRDefault="000D4C8F" w:rsidP="000D4C8F">
                            <w:r w:rsidRPr="00D967E3">
                              <w:rPr>
                                <w:rFonts w:ascii="Arial" w:hAnsi="Arial" w:cs="Arial"/>
                                <w:sz w:val="16"/>
                                <w:szCs w:val="16"/>
                              </w:rPr>
                              <w:t xml:space="preserve">PSV = </w:t>
                            </w:r>
                            <w:r w:rsidR="00C906DA">
                              <w:rPr>
                                <w:rFonts w:ascii="Arial" w:hAnsi="Arial" w:cs="Arial"/>
                                <w:sz w:val="16"/>
                                <w:szCs w:val="16"/>
                              </w:rPr>
                              <w:t>143</w:t>
                            </w:r>
                            <w:r>
                              <w:rPr>
                                <w:rFonts w:ascii="Arial" w:hAnsi="Arial" w:cs="Arial"/>
                                <w:sz w:val="16"/>
                                <w:szCs w:val="16"/>
                              </w:rPr>
                              <w:t xml:space="preserve">, EDV = </w:t>
                            </w:r>
                            <w:r w:rsidR="00C906DA">
                              <w:rPr>
                                <w:rFonts w:ascii="Arial" w:hAnsi="Arial" w:cs="Arial"/>
                                <w:sz w:val="16"/>
                                <w:szCs w:val="16"/>
                              </w:rPr>
                              <w:t>48</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g">
                  <w:drawing>
                    <wp:anchor distT="0" distB="0" distL="114300" distR="114300" simplePos="0" relativeHeight="251657728" behindDoc="0" locked="0" layoutInCell="1" allowOverlap="1">
                      <wp:simplePos x="0" y="0"/>
                      <wp:positionH relativeFrom="column">
                        <wp:posOffset>687705</wp:posOffset>
                      </wp:positionH>
                      <wp:positionV relativeFrom="paragraph">
                        <wp:posOffset>-13335</wp:posOffset>
                      </wp:positionV>
                      <wp:extent cx="4838065" cy="4699000"/>
                      <wp:effectExtent l="7620" t="8255" r="2540" b="7620"/>
                      <wp:wrapNone/>
                      <wp:docPr id="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8065" cy="4699000"/>
                                <a:chOff x="3255" y="3284"/>
                                <a:chExt cx="6401" cy="6217"/>
                              </a:xfrm>
                            </wpg:grpSpPr>
                            <wps:wsp>
                              <wps:cNvPr id="10" name="Freeform 309"/>
                              <wps:cNvSpPr>
                                <a:spLocks/>
                              </wps:cNvSpPr>
                              <wps:spPr bwMode="auto">
                                <a:xfrm>
                                  <a:off x="6401" y="3307"/>
                                  <a:ext cx="2261" cy="1310"/>
                                </a:xfrm>
                                <a:custGeom>
                                  <a:avLst/>
                                  <a:gdLst>
                                    <a:gd name="T0" fmla="*/ 0 w 1596"/>
                                    <a:gd name="T1" fmla="*/ 424 h 925"/>
                                    <a:gd name="T2" fmla="*/ 471 w 1596"/>
                                    <a:gd name="T3" fmla="*/ 525 h 925"/>
                                    <a:gd name="T4" fmla="*/ 1000 w 1596"/>
                                    <a:gd name="T5" fmla="*/ 776 h 925"/>
                                    <a:gd name="T6" fmla="*/ 1408 w 1596"/>
                                    <a:gd name="T7" fmla="*/ 796 h 925"/>
                                    <a:gd name="T8" fmla="*/ 1596 w 1596"/>
                                    <a:gd name="T9" fmla="*/ 0 h 925"/>
                                  </a:gdLst>
                                  <a:ahLst/>
                                  <a:cxnLst>
                                    <a:cxn ang="0">
                                      <a:pos x="T0" y="T1"/>
                                    </a:cxn>
                                    <a:cxn ang="0">
                                      <a:pos x="T2" y="T3"/>
                                    </a:cxn>
                                    <a:cxn ang="0">
                                      <a:pos x="T4" y="T5"/>
                                    </a:cxn>
                                    <a:cxn ang="0">
                                      <a:pos x="T6" y="T7"/>
                                    </a:cxn>
                                    <a:cxn ang="0">
                                      <a:pos x="T8" y="T9"/>
                                    </a:cxn>
                                  </a:cxnLst>
                                  <a:rect l="0" t="0" r="r" b="b"/>
                                  <a:pathLst>
                                    <a:path w="1596" h="925">
                                      <a:moveTo>
                                        <a:pt x="0" y="424"/>
                                      </a:moveTo>
                                      <a:cubicBezTo>
                                        <a:pt x="78" y="441"/>
                                        <a:pt x="304" y="466"/>
                                        <a:pt x="471" y="525"/>
                                      </a:cubicBezTo>
                                      <a:cubicBezTo>
                                        <a:pt x="638" y="584"/>
                                        <a:pt x="844" y="731"/>
                                        <a:pt x="1000" y="776"/>
                                      </a:cubicBezTo>
                                      <a:cubicBezTo>
                                        <a:pt x="1154" y="821"/>
                                        <a:pt x="1309" y="925"/>
                                        <a:pt x="1408" y="796"/>
                                      </a:cubicBezTo>
                                      <a:cubicBezTo>
                                        <a:pt x="1507" y="667"/>
                                        <a:pt x="1557" y="166"/>
                                        <a:pt x="1596"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10"/>
                              <wps:cNvSpPr>
                                <a:spLocks/>
                              </wps:cNvSpPr>
                              <wps:spPr bwMode="auto">
                                <a:xfrm>
                                  <a:off x="8397" y="3543"/>
                                  <a:ext cx="712"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11"/>
                              <wps:cNvSpPr>
                                <a:spLocks/>
                              </wps:cNvSpPr>
                              <wps:spPr bwMode="auto">
                                <a:xfrm>
                                  <a:off x="8000" y="4598"/>
                                  <a:ext cx="1537" cy="3526"/>
                                </a:xfrm>
                                <a:custGeom>
                                  <a:avLst/>
                                  <a:gdLst>
                                    <a:gd name="T0" fmla="*/ 348 w 1085"/>
                                    <a:gd name="T1" fmla="*/ 0 h 2489"/>
                                    <a:gd name="T2" fmla="*/ 175 w 1085"/>
                                    <a:gd name="T3" fmla="*/ 297 h 2489"/>
                                    <a:gd name="T4" fmla="*/ 58 w 1085"/>
                                    <a:gd name="T5" fmla="*/ 938 h 2489"/>
                                    <a:gd name="T6" fmla="*/ 113 w 1085"/>
                                    <a:gd name="T7" fmla="*/ 1702 h 2489"/>
                                    <a:gd name="T8" fmla="*/ 733 w 1085"/>
                                    <a:gd name="T9" fmla="*/ 2288 h 2489"/>
                                    <a:gd name="T10" fmla="*/ 1085 w 1085"/>
                                    <a:gd name="T11" fmla="*/ 2489 h 2489"/>
                                  </a:gdLst>
                                  <a:ahLst/>
                                  <a:cxnLst>
                                    <a:cxn ang="0">
                                      <a:pos x="T0" y="T1"/>
                                    </a:cxn>
                                    <a:cxn ang="0">
                                      <a:pos x="T2" y="T3"/>
                                    </a:cxn>
                                    <a:cxn ang="0">
                                      <a:pos x="T4" y="T5"/>
                                    </a:cxn>
                                    <a:cxn ang="0">
                                      <a:pos x="T6" y="T7"/>
                                    </a:cxn>
                                    <a:cxn ang="0">
                                      <a:pos x="T8" y="T9"/>
                                    </a:cxn>
                                    <a:cxn ang="0">
                                      <a:pos x="T10" y="T11"/>
                                    </a:cxn>
                                  </a:cxnLst>
                                  <a:rect l="0" t="0" r="r" b="b"/>
                                  <a:pathLst>
                                    <a:path w="1085" h="2489">
                                      <a:moveTo>
                                        <a:pt x="348" y="0"/>
                                      </a:moveTo>
                                      <a:cubicBezTo>
                                        <a:pt x="319" y="49"/>
                                        <a:pt x="224" y="141"/>
                                        <a:pt x="175" y="297"/>
                                      </a:cubicBezTo>
                                      <a:cubicBezTo>
                                        <a:pt x="127" y="453"/>
                                        <a:pt x="68" y="704"/>
                                        <a:pt x="58" y="938"/>
                                      </a:cubicBezTo>
                                      <a:cubicBezTo>
                                        <a:pt x="48" y="1171"/>
                                        <a:pt x="0" y="1477"/>
                                        <a:pt x="113" y="1702"/>
                                      </a:cubicBezTo>
                                      <a:cubicBezTo>
                                        <a:pt x="226" y="1928"/>
                                        <a:pt x="571" y="2157"/>
                                        <a:pt x="733" y="2288"/>
                                      </a:cubicBezTo>
                                      <a:cubicBezTo>
                                        <a:pt x="895" y="2419"/>
                                        <a:pt x="1012" y="2447"/>
                                        <a:pt x="1085" y="2489"/>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12"/>
                              <wps:cNvSpPr>
                                <a:spLocks/>
                              </wps:cNvSpPr>
                              <wps:spPr bwMode="auto">
                                <a:xfrm>
                                  <a:off x="6262" y="3940"/>
                                  <a:ext cx="1330" cy="476"/>
                                </a:xfrm>
                                <a:custGeom>
                                  <a:avLst/>
                                  <a:gdLst>
                                    <a:gd name="T0" fmla="*/ 91 w 939"/>
                                    <a:gd name="T1" fmla="*/ 5 h 336"/>
                                    <a:gd name="T2" fmla="*/ 135 w 939"/>
                                    <a:gd name="T3" fmla="*/ 201 h 336"/>
                                    <a:gd name="T4" fmla="*/ 584 w 939"/>
                                    <a:gd name="T5" fmla="*/ 266 h 336"/>
                                    <a:gd name="T6" fmla="*/ 923 w 939"/>
                                    <a:gd name="T7" fmla="*/ 319 h 336"/>
                                    <a:gd name="T8" fmla="*/ 683 w 939"/>
                                    <a:gd name="T9" fmla="*/ 162 h 336"/>
                                    <a:gd name="T10" fmla="*/ 91 w 939"/>
                                    <a:gd name="T11" fmla="*/ 5 h 336"/>
                                  </a:gdLst>
                                  <a:ahLst/>
                                  <a:cxnLst>
                                    <a:cxn ang="0">
                                      <a:pos x="T0" y="T1"/>
                                    </a:cxn>
                                    <a:cxn ang="0">
                                      <a:pos x="T2" y="T3"/>
                                    </a:cxn>
                                    <a:cxn ang="0">
                                      <a:pos x="T4" y="T5"/>
                                    </a:cxn>
                                    <a:cxn ang="0">
                                      <a:pos x="T6" y="T7"/>
                                    </a:cxn>
                                    <a:cxn ang="0">
                                      <a:pos x="T8" y="T9"/>
                                    </a:cxn>
                                    <a:cxn ang="0">
                                      <a:pos x="T10" y="T11"/>
                                    </a:cxn>
                                  </a:cxnLst>
                                  <a:rect l="0" t="0" r="r" b="b"/>
                                  <a:pathLst>
                                    <a:path w="939" h="336">
                                      <a:moveTo>
                                        <a:pt x="91" y="5"/>
                                      </a:moveTo>
                                      <a:cubicBezTo>
                                        <a:pt x="0" y="11"/>
                                        <a:pt x="53" y="158"/>
                                        <a:pt x="135" y="201"/>
                                      </a:cubicBezTo>
                                      <a:cubicBezTo>
                                        <a:pt x="217" y="244"/>
                                        <a:pt x="453" y="246"/>
                                        <a:pt x="584" y="266"/>
                                      </a:cubicBezTo>
                                      <a:cubicBezTo>
                                        <a:pt x="715" y="286"/>
                                        <a:pt x="907" y="336"/>
                                        <a:pt x="923" y="319"/>
                                      </a:cubicBezTo>
                                      <a:cubicBezTo>
                                        <a:pt x="939" y="302"/>
                                        <a:pt x="822" y="214"/>
                                        <a:pt x="683" y="162"/>
                                      </a:cubicBezTo>
                                      <a:cubicBezTo>
                                        <a:pt x="544" y="110"/>
                                        <a:pt x="188" y="0"/>
                                        <a:pt x="91" y="5"/>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313"/>
                              <wps:cNvSpPr>
                                <a:spLocks/>
                              </wps:cNvSpPr>
                              <wps:spPr bwMode="auto">
                                <a:xfrm>
                                  <a:off x="7844" y="4549"/>
                                  <a:ext cx="544" cy="1088"/>
                                </a:xfrm>
                                <a:custGeom>
                                  <a:avLst/>
                                  <a:gdLst>
                                    <a:gd name="T0" fmla="*/ 282 w 301"/>
                                    <a:gd name="T1" fmla="*/ 10 h 719"/>
                                    <a:gd name="T2" fmla="*/ 76 w 301"/>
                                    <a:gd name="T3" fmla="*/ 126 h 719"/>
                                    <a:gd name="T4" fmla="*/ 12 w 301"/>
                                    <a:gd name="T5" fmla="*/ 443 h 719"/>
                                    <a:gd name="T6" fmla="*/ 24 w 301"/>
                                    <a:gd name="T7" fmla="*/ 677 h 719"/>
                                    <a:gd name="T8" fmla="*/ 153 w 301"/>
                                    <a:gd name="T9" fmla="*/ 188 h 719"/>
                                    <a:gd name="T10" fmla="*/ 282 w 301"/>
                                    <a:gd name="T11" fmla="*/ 10 h 719"/>
                                  </a:gdLst>
                                  <a:ahLst/>
                                  <a:cxnLst>
                                    <a:cxn ang="0">
                                      <a:pos x="T0" y="T1"/>
                                    </a:cxn>
                                    <a:cxn ang="0">
                                      <a:pos x="T2" y="T3"/>
                                    </a:cxn>
                                    <a:cxn ang="0">
                                      <a:pos x="T4" y="T5"/>
                                    </a:cxn>
                                    <a:cxn ang="0">
                                      <a:pos x="T6" y="T7"/>
                                    </a:cxn>
                                    <a:cxn ang="0">
                                      <a:pos x="T8" y="T9"/>
                                    </a:cxn>
                                    <a:cxn ang="0">
                                      <a:pos x="T10" y="T11"/>
                                    </a:cxn>
                                  </a:cxnLst>
                                  <a:rect l="0" t="0" r="r" b="b"/>
                                  <a:pathLst>
                                    <a:path w="301" h="719">
                                      <a:moveTo>
                                        <a:pt x="282" y="10"/>
                                      </a:moveTo>
                                      <a:cubicBezTo>
                                        <a:pt x="269" y="0"/>
                                        <a:pt x="121" y="54"/>
                                        <a:pt x="76" y="126"/>
                                      </a:cubicBezTo>
                                      <a:cubicBezTo>
                                        <a:pt x="31" y="198"/>
                                        <a:pt x="21" y="351"/>
                                        <a:pt x="12" y="443"/>
                                      </a:cubicBezTo>
                                      <a:cubicBezTo>
                                        <a:pt x="3" y="535"/>
                                        <a:pt x="0" y="719"/>
                                        <a:pt x="24" y="677"/>
                                      </a:cubicBezTo>
                                      <a:cubicBezTo>
                                        <a:pt x="48" y="635"/>
                                        <a:pt x="110" y="299"/>
                                        <a:pt x="153" y="188"/>
                                      </a:cubicBezTo>
                                      <a:cubicBezTo>
                                        <a:pt x="196" y="77"/>
                                        <a:pt x="301" y="10"/>
                                        <a:pt x="282"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314"/>
                              <wps:cNvSpPr>
                                <a:spLocks/>
                              </wps:cNvSpPr>
                              <wps:spPr bwMode="auto">
                                <a:xfrm>
                                  <a:off x="6132" y="7566"/>
                                  <a:ext cx="439" cy="1334"/>
                                </a:xfrm>
                                <a:custGeom>
                                  <a:avLst/>
                                  <a:gdLst>
                                    <a:gd name="T0" fmla="*/ 206 w 250"/>
                                    <a:gd name="T1" fmla="*/ 6 h 882"/>
                                    <a:gd name="T2" fmla="*/ 242 w 250"/>
                                    <a:gd name="T3" fmla="*/ 294 h 882"/>
                                    <a:gd name="T4" fmla="*/ 158 w 250"/>
                                    <a:gd name="T5" fmla="*/ 654 h 882"/>
                                    <a:gd name="T6" fmla="*/ 14 w 250"/>
                                    <a:gd name="T7" fmla="*/ 870 h 882"/>
                                    <a:gd name="T8" fmla="*/ 74 w 250"/>
                                    <a:gd name="T9" fmla="*/ 582 h 882"/>
                                    <a:gd name="T10" fmla="*/ 158 w 250"/>
                                    <a:gd name="T11" fmla="*/ 330 h 882"/>
                                    <a:gd name="T12" fmla="*/ 206 w 250"/>
                                    <a:gd name="T13" fmla="*/ 6 h 882"/>
                                  </a:gdLst>
                                  <a:ahLst/>
                                  <a:cxnLst>
                                    <a:cxn ang="0">
                                      <a:pos x="T0" y="T1"/>
                                    </a:cxn>
                                    <a:cxn ang="0">
                                      <a:pos x="T2" y="T3"/>
                                    </a:cxn>
                                    <a:cxn ang="0">
                                      <a:pos x="T4" y="T5"/>
                                    </a:cxn>
                                    <a:cxn ang="0">
                                      <a:pos x="T6" y="T7"/>
                                    </a:cxn>
                                    <a:cxn ang="0">
                                      <a:pos x="T8" y="T9"/>
                                    </a:cxn>
                                    <a:cxn ang="0">
                                      <a:pos x="T10" y="T11"/>
                                    </a:cxn>
                                    <a:cxn ang="0">
                                      <a:pos x="T12" y="T13"/>
                                    </a:cxn>
                                  </a:cxnLst>
                                  <a:rect l="0" t="0" r="r" b="b"/>
                                  <a:pathLst>
                                    <a:path w="250" h="882">
                                      <a:moveTo>
                                        <a:pt x="206" y="6"/>
                                      </a:moveTo>
                                      <a:cubicBezTo>
                                        <a:pt x="220" y="0"/>
                                        <a:pt x="250" y="186"/>
                                        <a:pt x="242" y="294"/>
                                      </a:cubicBezTo>
                                      <a:cubicBezTo>
                                        <a:pt x="234" y="402"/>
                                        <a:pt x="196" y="558"/>
                                        <a:pt x="158" y="654"/>
                                      </a:cubicBezTo>
                                      <a:cubicBezTo>
                                        <a:pt x="120" y="750"/>
                                        <a:pt x="28" y="882"/>
                                        <a:pt x="14" y="870"/>
                                      </a:cubicBezTo>
                                      <a:cubicBezTo>
                                        <a:pt x="0" y="858"/>
                                        <a:pt x="50" y="672"/>
                                        <a:pt x="74" y="582"/>
                                      </a:cubicBezTo>
                                      <a:cubicBezTo>
                                        <a:pt x="98" y="492"/>
                                        <a:pt x="132" y="428"/>
                                        <a:pt x="158" y="330"/>
                                      </a:cubicBezTo>
                                      <a:cubicBezTo>
                                        <a:pt x="184" y="232"/>
                                        <a:pt x="192" y="12"/>
                                        <a:pt x="206"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15"/>
                              <wps:cNvSpPr>
                                <a:spLocks/>
                              </wps:cNvSpPr>
                              <wps:spPr bwMode="auto">
                                <a:xfrm>
                                  <a:off x="7350" y="8073"/>
                                  <a:ext cx="2306" cy="666"/>
                                </a:xfrm>
                                <a:custGeom>
                                  <a:avLst/>
                                  <a:gdLst>
                                    <a:gd name="T0" fmla="*/ 73 w 1628"/>
                                    <a:gd name="T1" fmla="*/ 184 h 470"/>
                                    <a:gd name="T2" fmla="*/ 290 w 1628"/>
                                    <a:gd name="T3" fmla="*/ 7 h 470"/>
                                    <a:gd name="T4" fmla="*/ 544 w 1628"/>
                                    <a:gd name="T5" fmla="*/ 136 h 470"/>
                                    <a:gd name="T6" fmla="*/ 1126 w 1628"/>
                                    <a:gd name="T7" fmla="*/ 251 h 470"/>
                                    <a:gd name="T8" fmla="*/ 1507 w 1628"/>
                                    <a:gd name="T9" fmla="*/ 245 h 470"/>
                                    <a:gd name="T10" fmla="*/ 1502 w 1628"/>
                                    <a:gd name="T11" fmla="*/ 287 h 470"/>
                                    <a:gd name="T12" fmla="*/ 752 w 1628"/>
                                    <a:gd name="T13" fmla="*/ 341 h 470"/>
                                    <a:gd name="T14" fmla="*/ 187 w 1628"/>
                                    <a:gd name="T15" fmla="*/ 405 h 470"/>
                                    <a:gd name="T16" fmla="*/ 19 w 1628"/>
                                    <a:gd name="T17" fmla="*/ 434 h 470"/>
                                    <a:gd name="T18" fmla="*/ 73 w 1628"/>
                                    <a:gd name="T19" fmla="*/ 184 h 4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28" h="470">
                                      <a:moveTo>
                                        <a:pt x="73" y="184"/>
                                      </a:moveTo>
                                      <a:cubicBezTo>
                                        <a:pt x="118" y="113"/>
                                        <a:pt x="212" y="15"/>
                                        <a:pt x="290" y="7"/>
                                      </a:cubicBezTo>
                                      <a:cubicBezTo>
                                        <a:pt x="368" y="0"/>
                                        <a:pt x="405" y="95"/>
                                        <a:pt x="544" y="136"/>
                                      </a:cubicBezTo>
                                      <a:cubicBezTo>
                                        <a:pt x="683" y="176"/>
                                        <a:pt x="966" y="233"/>
                                        <a:pt x="1126" y="251"/>
                                      </a:cubicBezTo>
                                      <a:cubicBezTo>
                                        <a:pt x="1286" y="269"/>
                                        <a:pt x="1444" y="239"/>
                                        <a:pt x="1507" y="245"/>
                                      </a:cubicBezTo>
                                      <a:cubicBezTo>
                                        <a:pt x="1570" y="251"/>
                                        <a:pt x="1628" y="271"/>
                                        <a:pt x="1502" y="287"/>
                                      </a:cubicBezTo>
                                      <a:cubicBezTo>
                                        <a:pt x="1376" y="303"/>
                                        <a:pt x="971" y="321"/>
                                        <a:pt x="752" y="341"/>
                                      </a:cubicBezTo>
                                      <a:cubicBezTo>
                                        <a:pt x="533" y="361"/>
                                        <a:pt x="309" y="389"/>
                                        <a:pt x="187" y="405"/>
                                      </a:cubicBezTo>
                                      <a:cubicBezTo>
                                        <a:pt x="64" y="421"/>
                                        <a:pt x="38" y="470"/>
                                        <a:pt x="19" y="434"/>
                                      </a:cubicBezTo>
                                      <a:cubicBezTo>
                                        <a:pt x="0" y="397"/>
                                        <a:pt x="28" y="254"/>
                                        <a:pt x="73" y="18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316"/>
                              <wps:cNvSpPr>
                                <a:spLocks/>
                              </wps:cNvSpPr>
                              <wps:spPr bwMode="auto">
                                <a:xfrm>
                                  <a:off x="8606" y="3917"/>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317"/>
                              <wps:cNvSpPr>
                                <a:spLocks/>
                              </wps:cNvSpPr>
                              <wps:spPr bwMode="auto">
                                <a:xfrm>
                                  <a:off x="8711" y="3611"/>
                                  <a:ext cx="340"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318"/>
                              <wps:cNvSpPr>
                                <a:spLocks/>
                              </wps:cNvSpPr>
                              <wps:spPr bwMode="auto">
                                <a:xfrm>
                                  <a:off x="4147" y="3314"/>
                                  <a:ext cx="2254" cy="1300"/>
                                </a:xfrm>
                                <a:custGeom>
                                  <a:avLst/>
                                  <a:gdLst>
                                    <a:gd name="T0" fmla="*/ 1591 w 1591"/>
                                    <a:gd name="T1" fmla="*/ 419 h 918"/>
                                    <a:gd name="T2" fmla="*/ 1126 w 1591"/>
                                    <a:gd name="T3" fmla="*/ 519 h 918"/>
                                    <a:gd name="T4" fmla="*/ 599 w 1591"/>
                                    <a:gd name="T5" fmla="*/ 770 h 918"/>
                                    <a:gd name="T6" fmla="*/ 190 w 1591"/>
                                    <a:gd name="T7" fmla="*/ 790 h 918"/>
                                    <a:gd name="T8" fmla="*/ 0 w 1591"/>
                                    <a:gd name="T9" fmla="*/ 0 h 918"/>
                                  </a:gdLst>
                                  <a:ahLst/>
                                  <a:cxnLst>
                                    <a:cxn ang="0">
                                      <a:pos x="T0" y="T1"/>
                                    </a:cxn>
                                    <a:cxn ang="0">
                                      <a:pos x="T2" y="T3"/>
                                    </a:cxn>
                                    <a:cxn ang="0">
                                      <a:pos x="T4" y="T5"/>
                                    </a:cxn>
                                    <a:cxn ang="0">
                                      <a:pos x="T6" y="T7"/>
                                    </a:cxn>
                                    <a:cxn ang="0">
                                      <a:pos x="T8" y="T9"/>
                                    </a:cxn>
                                  </a:cxnLst>
                                  <a:rect l="0" t="0" r="r" b="b"/>
                                  <a:pathLst>
                                    <a:path w="1591" h="918">
                                      <a:moveTo>
                                        <a:pt x="1591" y="419"/>
                                      </a:moveTo>
                                      <a:cubicBezTo>
                                        <a:pt x="1513" y="435"/>
                                        <a:pt x="1291" y="460"/>
                                        <a:pt x="1126" y="519"/>
                                      </a:cubicBezTo>
                                      <a:cubicBezTo>
                                        <a:pt x="961" y="578"/>
                                        <a:pt x="753" y="725"/>
                                        <a:pt x="599" y="770"/>
                                      </a:cubicBezTo>
                                      <a:cubicBezTo>
                                        <a:pt x="443" y="815"/>
                                        <a:pt x="290" y="918"/>
                                        <a:pt x="190" y="790"/>
                                      </a:cubicBezTo>
                                      <a:cubicBezTo>
                                        <a:pt x="90" y="662"/>
                                        <a:pt x="40" y="165"/>
                                        <a:pt x="0"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19"/>
                              <wps:cNvSpPr>
                                <a:spLocks/>
                              </wps:cNvSpPr>
                              <wps:spPr bwMode="auto">
                                <a:xfrm flipH="1">
                                  <a:off x="3704" y="3542"/>
                                  <a:ext cx="713"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20"/>
                              <wps:cNvSpPr>
                                <a:spLocks/>
                              </wps:cNvSpPr>
                              <wps:spPr bwMode="auto">
                                <a:xfrm>
                                  <a:off x="3320" y="4596"/>
                                  <a:ext cx="1470" cy="3474"/>
                                </a:xfrm>
                                <a:custGeom>
                                  <a:avLst/>
                                  <a:gdLst>
                                    <a:gd name="T0" fmla="*/ 690 w 1038"/>
                                    <a:gd name="T1" fmla="*/ 0 h 2453"/>
                                    <a:gd name="T2" fmla="*/ 863 w 1038"/>
                                    <a:gd name="T3" fmla="*/ 297 h 2453"/>
                                    <a:gd name="T4" fmla="*/ 980 w 1038"/>
                                    <a:gd name="T5" fmla="*/ 938 h 2453"/>
                                    <a:gd name="T6" fmla="*/ 925 w 1038"/>
                                    <a:gd name="T7" fmla="*/ 1703 h 2453"/>
                                    <a:gd name="T8" fmla="*/ 305 w 1038"/>
                                    <a:gd name="T9" fmla="*/ 2289 h 2453"/>
                                    <a:gd name="T10" fmla="*/ 0 w 1038"/>
                                    <a:gd name="T11" fmla="*/ 2453 h 2453"/>
                                  </a:gdLst>
                                  <a:ahLst/>
                                  <a:cxnLst>
                                    <a:cxn ang="0">
                                      <a:pos x="T0" y="T1"/>
                                    </a:cxn>
                                    <a:cxn ang="0">
                                      <a:pos x="T2" y="T3"/>
                                    </a:cxn>
                                    <a:cxn ang="0">
                                      <a:pos x="T4" y="T5"/>
                                    </a:cxn>
                                    <a:cxn ang="0">
                                      <a:pos x="T6" y="T7"/>
                                    </a:cxn>
                                    <a:cxn ang="0">
                                      <a:pos x="T8" y="T9"/>
                                    </a:cxn>
                                    <a:cxn ang="0">
                                      <a:pos x="T10" y="T11"/>
                                    </a:cxn>
                                  </a:cxnLst>
                                  <a:rect l="0" t="0" r="r" b="b"/>
                                  <a:pathLst>
                                    <a:path w="1038" h="2453">
                                      <a:moveTo>
                                        <a:pt x="690" y="0"/>
                                      </a:moveTo>
                                      <a:cubicBezTo>
                                        <a:pt x="719" y="49"/>
                                        <a:pt x="814" y="141"/>
                                        <a:pt x="863" y="297"/>
                                      </a:cubicBezTo>
                                      <a:cubicBezTo>
                                        <a:pt x="911" y="453"/>
                                        <a:pt x="970" y="704"/>
                                        <a:pt x="980" y="938"/>
                                      </a:cubicBezTo>
                                      <a:cubicBezTo>
                                        <a:pt x="990" y="1172"/>
                                        <a:pt x="1038" y="1477"/>
                                        <a:pt x="925" y="1703"/>
                                      </a:cubicBezTo>
                                      <a:cubicBezTo>
                                        <a:pt x="812" y="1928"/>
                                        <a:pt x="459" y="2164"/>
                                        <a:pt x="305" y="2289"/>
                                      </a:cubicBezTo>
                                      <a:cubicBezTo>
                                        <a:pt x="151" y="2414"/>
                                        <a:pt x="64" y="2419"/>
                                        <a:pt x="0" y="2453"/>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21"/>
                              <wps:cNvSpPr>
                                <a:spLocks/>
                              </wps:cNvSpPr>
                              <wps:spPr bwMode="auto">
                                <a:xfrm>
                                  <a:off x="5232" y="3950"/>
                                  <a:ext cx="1291" cy="486"/>
                                </a:xfrm>
                                <a:custGeom>
                                  <a:avLst/>
                                  <a:gdLst>
                                    <a:gd name="T0" fmla="*/ 816 w 911"/>
                                    <a:gd name="T1" fmla="*/ 0 h 343"/>
                                    <a:gd name="T2" fmla="*/ 826 w 911"/>
                                    <a:gd name="T3" fmla="*/ 182 h 343"/>
                                    <a:gd name="T4" fmla="*/ 368 w 911"/>
                                    <a:gd name="T5" fmla="*/ 256 h 343"/>
                                    <a:gd name="T6" fmla="*/ 18 w 911"/>
                                    <a:gd name="T7" fmla="*/ 324 h 343"/>
                                    <a:gd name="T8" fmla="*/ 258 w 911"/>
                                    <a:gd name="T9" fmla="*/ 141 h 343"/>
                                    <a:gd name="T10" fmla="*/ 816 w 911"/>
                                    <a:gd name="T11" fmla="*/ 0 h 343"/>
                                  </a:gdLst>
                                  <a:ahLst/>
                                  <a:cxnLst>
                                    <a:cxn ang="0">
                                      <a:pos x="T0" y="T1"/>
                                    </a:cxn>
                                    <a:cxn ang="0">
                                      <a:pos x="T2" y="T3"/>
                                    </a:cxn>
                                    <a:cxn ang="0">
                                      <a:pos x="T4" y="T5"/>
                                    </a:cxn>
                                    <a:cxn ang="0">
                                      <a:pos x="T6" y="T7"/>
                                    </a:cxn>
                                    <a:cxn ang="0">
                                      <a:pos x="T8" y="T9"/>
                                    </a:cxn>
                                    <a:cxn ang="0">
                                      <a:pos x="T10" y="T11"/>
                                    </a:cxn>
                                  </a:cxnLst>
                                  <a:rect l="0" t="0" r="r" b="b"/>
                                  <a:pathLst>
                                    <a:path w="911" h="343">
                                      <a:moveTo>
                                        <a:pt x="816" y="0"/>
                                      </a:moveTo>
                                      <a:cubicBezTo>
                                        <a:pt x="911" y="7"/>
                                        <a:pt x="901" y="139"/>
                                        <a:pt x="826" y="182"/>
                                      </a:cubicBezTo>
                                      <a:cubicBezTo>
                                        <a:pt x="751" y="225"/>
                                        <a:pt x="503" y="232"/>
                                        <a:pt x="368" y="256"/>
                                      </a:cubicBezTo>
                                      <a:cubicBezTo>
                                        <a:pt x="233" y="280"/>
                                        <a:pt x="36" y="343"/>
                                        <a:pt x="18" y="324"/>
                                      </a:cubicBezTo>
                                      <a:cubicBezTo>
                                        <a:pt x="0" y="305"/>
                                        <a:pt x="125" y="195"/>
                                        <a:pt x="258" y="141"/>
                                      </a:cubicBezTo>
                                      <a:cubicBezTo>
                                        <a:pt x="391" y="87"/>
                                        <a:pt x="700" y="30"/>
                                        <a:pt x="816" y="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322"/>
                              <wps:cNvSpPr>
                                <a:spLocks/>
                              </wps:cNvSpPr>
                              <wps:spPr bwMode="auto">
                                <a:xfrm>
                                  <a:off x="4424" y="4547"/>
                                  <a:ext cx="529" cy="976"/>
                                </a:xfrm>
                                <a:custGeom>
                                  <a:avLst/>
                                  <a:gdLst>
                                    <a:gd name="T0" fmla="*/ 19 w 293"/>
                                    <a:gd name="T1" fmla="*/ 10 h 645"/>
                                    <a:gd name="T2" fmla="*/ 225 w 293"/>
                                    <a:gd name="T3" fmla="*/ 126 h 645"/>
                                    <a:gd name="T4" fmla="*/ 283 w 293"/>
                                    <a:gd name="T5" fmla="*/ 384 h 645"/>
                                    <a:gd name="T6" fmla="*/ 271 w 293"/>
                                    <a:gd name="T7" fmla="*/ 612 h 645"/>
                                    <a:gd name="T8" fmla="*/ 148 w 293"/>
                                    <a:gd name="T9" fmla="*/ 188 h 645"/>
                                    <a:gd name="T10" fmla="*/ 19 w 293"/>
                                    <a:gd name="T11" fmla="*/ 10 h 645"/>
                                  </a:gdLst>
                                  <a:ahLst/>
                                  <a:cxnLst>
                                    <a:cxn ang="0">
                                      <a:pos x="T0" y="T1"/>
                                    </a:cxn>
                                    <a:cxn ang="0">
                                      <a:pos x="T2" y="T3"/>
                                    </a:cxn>
                                    <a:cxn ang="0">
                                      <a:pos x="T4" y="T5"/>
                                    </a:cxn>
                                    <a:cxn ang="0">
                                      <a:pos x="T6" y="T7"/>
                                    </a:cxn>
                                    <a:cxn ang="0">
                                      <a:pos x="T8" y="T9"/>
                                    </a:cxn>
                                    <a:cxn ang="0">
                                      <a:pos x="T10" y="T11"/>
                                    </a:cxn>
                                  </a:cxnLst>
                                  <a:rect l="0" t="0" r="r" b="b"/>
                                  <a:pathLst>
                                    <a:path w="293" h="645">
                                      <a:moveTo>
                                        <a:pt x="19" y="10"/>
                                      </a:moveTo>
                                      <a:cubicBezTo>
                                        <a:pt x="32" y="0"/>
                                        <a:pt x="181" y="64"/>
                                        <a:pt x="225" y="126"/>
                                      </a:cubicBezTo>
                                      <a:cubicBezTo>
                                        <a:pt x="269" y="188"/>
                                        <a:pt x="275" y="303"/>
                                        <a:pt x="283" y="384"/>
                                      </a:cubicBezTo>
                                      <a:cubicBezTo>
                                        <a:pt x="291" y="465"/>
                                        <a:pt x="293" y="645"/>
                                        <a:pt x="271" y="612"/>
                                      </a:cubicBezTo>
                                      <a:cubicBezTo>
                                        <a:pt x="249" y="579"/>
                                        <a:pt x="190" y="288"/>
                                        <a:pt x="148" y="188"/>
                                      </a:cubicBezTo>
                                      <a:cubicBezTo>
                                        <a:pt x="106" y="88"/>
                                        <a:pt x="0" y="10"/>
                                        <a:pt x="19"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323"/>
                              <wps:cNvSpPr>
                                <a:spLocks/>
                              </wps:cNvSpPr>
                              <wps:spPr bwMode="auto">
                                <a:xfrm>
                                  <a:off x="3255" y="8048"/>
                                  <a:ext cx="2278" cy="538"/>
                                </a:xfrm>
                                <a:custGeom>
                                  <a:avLst/>
                                  <a:gdLst>
                                    <a:gd name="T0" fmla="*/ 1608 w 1608"/>
                                    <a:gd name="T1" fmla="*/ 298 h 380"/>
                                    <a:gd name="T2" fmla="*/ 1267 w 1608"/>
                                    <a:gd name="T3" fmla="*/ 25 h 380"/>
                                    <a:gd name="T4" fmla="*/ 1013 w 1608"/>
                                    <a:gd name="T5" fmla="*/ 153 h 380"/>
                                    <a:gd name="T6" fmla="*/ 432 w 1608"/>
                                    <a:gd name="T7" fmla="*/ 268 h 380"/>
                                    <a:gd name="T8" fmla="*/ 46 w 1608"/>
                                    <a:gd name="T9" fmla="*/ 261 h 380"/>
                                    <a:gd name="T10" fmla="*/ 155 w 1608"/>
                                    <a:gd name="T11" fmla="*/ 325 h 380"/>
                                    <a:gd name="T12" fmla="*/ 413 w 1608"/>
                                    <a:gd name="T13" fmla="*/ 330 h 380"/>
                                    <a:gd name="T14" fmla="*/ 803 w 1608"/>
                                    <a:gd name="T15" fmla="*/ 298 h 380"/>
                                    <a:gd name="T16" fmla="*/ 1378 w 1608"/>
                                    <a:gd name="T17" fmla="*/ 368 h 380"/>
                                    <a:gd name="T18" fmla="*/ 1562 w 1608"/>
                                    <a:gd name="T19" fmla="*/ 368 h 380"/>
                                    <a:gd name="T20" fmla="*/ 1608 w 1608"/>
                                    <a:gd name="T21" fmla="*/ 298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608" h="380">
                                      <a:moveTo>
                                        <a:pt x="1608" y="298"/>
                                      </a:moveTo>
                                      <a:cubicBezTo>
                                        <a:pt x="1526" y="227"/>
                                        <a:pt x="1367" y="49"/>
                                        <a:pt x="1267" y="25"/>
                                      </a:cubicBezTo>
                                      <a:cubicBezTo>
                                        <a:pt x="1167" y="0"/>
                                        <a:pt x="1152" y="112"/>
                                        <a:pt x="1013" y="153"/>
                                      </a:cubicBezTo>
                                      <a:cubicBezTo>
                                        <a:pt x="875" y="193"/>
                                        <a:pt x="593" y="250"/>
                                        <a:pt x="432" y="268"/>
                                      </a:cubicBezTo>
                                      <a:cubicBezTo>
                                        <a:pt x="271" y="286"/>
                                        <a:pt x="92" y="252"/>
                                        <a:pt x="46" y="261"/>
                                      </a:cubicBezTo>
                                      <a:cubicBezTo>
                                        <a:pt x="0" y="270"/>
                                        <a:pt x="94" y="314"/>
                                        <a:pt x="155" y="325"/>
                                      </a:cubicBezTo>
                                      <a:cubicBezTo>
                                        <a:pt x="216" y="336"/>
                                        <a:pt x="305" y="335"/>
                                        <a:pt x="413" y="330"/>
                                      </a:cubicBezTo>
                                      <a:cubicBezTo>
                                        <a:pt x="521" y="325"/>
                                        <a:pt x="643" y="291"/>
                                        <a:pt x="803" y="298"/>
                                      </a:cubicBezTo>
                                      <a:cubicBezTo>
                                        <a:pt x="964" y="304"/>
                                        <a:pt x="1252" y="357"/>
                                        <a:pt x="1378" y="368"/>
                                      </a:cubicBezTo>
                                      <a:cubicBezTo>
                                        <a:pt x="1505" y="380"/>
                                        <a:pt x="1524" y="380"/>
                                        <a:pt x="1562" y="368"/>
                                      </a:cubicBezTo>
                                      <a:cubicBezTo>
                                        <a:pt x="1600" y="357"/>
                                        <a:pt x="1598" y="313"/>
                                        <a:pt x="1608" y="298"/>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324"/>
                              <wps:cNvSpPr>
                                <a:spLocks/>
                              </wps:cNvSpPr>
                              <wps:spPr bwMode="auto">
                                <a:xfrm flipH="1">
                                  <a:off x="4044" y="3916"/>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325"/>
                              <wps:cNvSpPr>
                                <a:spLocks/>
                              </wps:cNvSpPr>
                              <wps:spPr bwMode="auto">
                                <a:xfrm flipH="1">
                                  <a:off x="3761" y="3610"/>
                                  <a:ext cx="341"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26"/>
                              <wps:cNvSpPr>
                                <a:spLocks/>
                              </wps:cNvSpPr>
                              <wps:spPr bwMode="auto">
                                <a:xfrm>
                                  <a:off x="3486" y="3294"/>
                                  <a:ext cx="885" cy="1470"/>
                                </a:xfrm>
                                <a:custGeom>
                                  <a:avLst/>
                                  <a:gdLst>
                                    <a:gd name="T0" fmla="*/ 68 w 625"/>
                                    <a:gd name="T1" fmla="*/ 0 h 1038"/>
                                    <a:gd name="T2" fmla="*/ 19 w 625"/>
                                    <a:gd name="T3" fmla="*/ 302 h 1038"/>
                                    <a:gd name="T4" fmla="*/ 185 w 625"/>
                                    <a:gd name="T5" fmla="*/ 917 h 1038"/>
                                    <a:gd name="T6" fmla="*/ 479 w 625"/>
                                    <a:gd name="T7" fmla="*/ 1025 h 1038"/>
                                    <a:gd name="T8" fmla="*/ 623 w 625"/>
                                    <a:gd name="T9" fmla="*/ 930 h 1038"/>
                                    <a:gd name="T10" fmla="*/ 473 w 625"/>
                                    <a:gd name="T11" fmla="*/ 971 h 1038"/>
                                    <a:gd name="T12" fmla="*/ 234 w 625"/>
                                    <a:gd name="T13" fmla="*/ 892 h 1038"/>
                                    <a:gd name="T14" fmla="*/ 148 w 625"/>
                                    <a:gd name="T15" fmla="*/ 602 h 1038"/>
                                    <a:gd name="T16" fmla="*/ 166 w 625"/>
                                    <a:gd name="T17" fmla="*/ 284 h 1038"/>
                                    <a:gd name="T18" fmla="*/ 304 w 625"/>
                                    <a:gd name="T19" fmla="*/ 161 h 1038"/>
                                    <a:gd name="T20" fmla="*/ 473 w 625"/>
                                    <a:gd name="T21" fmla="*/ 287 h 1038"/>
                                    <a:gd name="T22" fmla="*/ 442 w 625"/>
                                    <a:gd name="T23" fmla="*/ 3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25" h="1038">
                                      <a:moveTo>
                                        <a:pt x="68" y="0"/>
                                      </a:moveTo>
                                      <a:cubicBezTo>
                                        <a:pt x="60" y="51"/>
                                        <a:pt x="0" y="149"/>
                                        <a:pt x="19" y="302"/>
                                      </a:cubicBezTo>
                                      <a:cubicBezTo>
                                        <a:pt x="38" y="455"/>
                                        <a:pt x="109" y="797"/>
                                        <a:pt x="185" y="917"/>
                                      </a:cubicBezTo>
                                      <a:cubicBezTo>
                                        <a:pt x="262" y="1038"/>
                                        <a:pt x="406" y="1023"/>
                                        <a:pt x="479" y="1025"/>
                                      </a:cubicBezTo>
                                      <a:cubicBezTo>
                                        <a:pt x="552" y="1027"/>
                                        <a:pt x="625" y="939"/>
                                        <a:pt x="623" y="930"/>
                                      </a:cubicBezTo>
                                      <a:cubicBezTo>
                                        <a:pt x="622" y="922"/>
                                        <a:pt x="538" y="977"/>
                                        <a:pt x="473" y="971"/>
                                      </a:cubicBezTo>
                                      <a:cubicBezTo>
                                        <a:pt x="407" y="964"/>
                                        <a:pt x="287" y="954"/>
                                        <a:pt x="234" y="892"/>
                                      </a:cubicBezTo>
                                      <a:cubicBezTo>
                                        <a:pt x="180" y="830"/>
                                        <a:pt x="160" y="704"/>
                                        <a:pt x="148" y="602"/>
                                      </a:cubicBezTo>
                                      <a:cubicBezTo>
                                        <a:pt x="137" y="501"/>
                                        <a:pt x="140" y="358"/>
                                        <a:pt x="166" y="284"/>
                                      </a:cubicBezTo>
                                      <a:cubicBezTo>
                                        <a:pt x="192" y="210"/>
                                        <a:pt x="253" y="161"/>
                                        <a:pt x="304" y="161"/>
                                      </a:cubicBezTo>
                                      <a:cubicBezTo>
                                        <a:pt x="355" y="161"/>
                                        <a:pt x="450" y="313"/>
                                        <a:pt x="473" y="287"/>
                                      </a:cubicBezTo>
                                      <a:cubicBezTo>
                                        <a:pt x="496" y="261"/>
                                        <a:pt x="448" y="62"/>
                                        <a:pt x="442" y="3"/>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27"/>
                              <wps:cNvSpPr>
                                <a:spLocks/>
                              </wps:cNvSpPr>
                              <wps:spPr bwMode="auto">
                                <a:xfrm>
                                  <a:off x="8452" y="3294"/>
                                  <a:ext cx="860" cy="1459"/>
                                </a:xfrm>
                                <a:custGeom>
                                  <a:avLst/>
                                  <a:gdLst>
                                    <a:gd name="T0" fmla="*/ 544 w 607"/>
                                    <a:gd name="T1" fmla="*/ 0 h 1030"/>
                                    <a:gd name="T2" fmla="*/ 589 w 607"/>
                                    <a:gd name="T3" fmla="*/ 349 h 1030"/>
                                    <a:gd name="T4" fmla="*/ 438 w 607"/>
                                    <a:gd name="T5" fmla="*/ 917 h 1030"/>
                                    <a:gd name="T6" fmla="*/ 145 w 607"/>
                                    <a:gd name="T7" fmla="*/ 1025 h 1030"/>
                                    <a:gd name="T8" fmla="*/ 1 w 607"/>
                                    <a:gd name="T9" fmla="*/ 930 h 1030"/>
                                    <a:gd name="T10" fmla="*/ 151 w 607"/>
                                    <a:gd name="T11" fmla="*/ 971 h 1030"/>
                                    <a:gd name="T12" fmla="*/ 390 w 607"/>
                                    <a:gd name="T13" fmla="*/ 892 h 1030"/>
                                    <a:gd name="T14" fmla="*/ 475 w 607"/>
                                    <a:gd name="T15" fmla="*/ 602 h 1030"/>
                                    <a:gd name="T16" fmla="*/ 457 w 607"/>
                                    <a:gd name="T17" fmla="*/ 284 h 1030"/>
                                    <a:gd name="T18" fmla="*/ 320 w 607"/>
                                    <a:gd name="T19" fmla="*/ 161 h 1030"/>
                                    <a:gd name="T20" fmla="*/ 151 w 607"/>
                                    <a:gd name="T21" fmla="*/ 287 h 1030"/>
                                    <a:gd name="T22" fmla="*/ 178 w 607"/>
                                    <a:gd name="T23" fmla="*/ 9 h 10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07" h="1030">
                                      <a:moveTo>
                                        <a:pt x="544" y="0"/>
                                      </a:moveTo>
                                      <a:cubicBezTo>
                                        <a:pt x="551" y="58"/>
                                        <a:pt x="607" y="196"/>
                                        <a:pt x="589" y="349"/>
                                      </a:cubicBezTo>
                                      <a:cubicBezTo>
                                        <a:pt x="571" y="502"/>
                                        <a:pt x="512" y="804"/>
                                        <a:pt x="438" y="917"/>
                                      </a:cubicBezTo>
                                      <a:cubicBezTo>
                                        <a:pt x="364" y="1030"/>
                                        <a:pt x="218" y="1023"/>
                                        <a:pt x="145" y="1025"/>
                                      </a:cubicBezTo>
                                      <a:cubicBezTo>
                                        <a:pt x="72" y="1027"/>
                                        <a:pt x="0" y="939"/>
                                        <a:pt x="1" y="930"/>
                                      </a:cubicBezTo>
                                      <a:cubicBezTo>
                                        <a:pt x="2" y="922"/>
                                        <a:pt x="86" y="977"/>
                                        <a:pt x="151" y="971"/>
                                      </a:cubicBezTo>
                                      <a:cubicBezTo>
                                        <a:pt x="216" y="964"/>
                                        <a:pt x="336" y="954"/>
                                        <a:pt x="390" y="892"/>
                                      </a:cubicBezTo>
                                      <a:cubicBezTo>
                                        <a:pt x="443" y="830"/>
                                        <a:pt x="464" y="704"/>
                                        <a:pt x="475" y="602"/>
                                      </a:cubicBezTo>
                                      <a:cubicBezTo>
                                        <a:pt x="487" y="501"/>
                                        <a:pt x="483" y="358"/>
                                        <a:pt x="457" y="284"/>
                                      </a:cubicBezTo>
                                      <a:cubicBezTo>
                                        <a:pt x="432" y="210"/>
                                        <a:pt x="371" y="161"/>
                                        <a:pt x="320" y="161"/>
                                      </a:cubicBezTo>
                                      <a:cubicBezTo>
                                        <a:pt x="269" y="161"/>
                                        <a:pt x="175" y="312"/>
                                        <a:pt x="151" y="287"/>
                                      </a:cubicBezTo>
                                      <a:cubicBezTo>
                                        <a:pt x="127" y="262"/>
                                        <a:pt x="173" y="67"/>
                                        <a:pt x="178" y="9"/>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28"/>
                              <wps:cNvSpPr>
                                <a:spLocks/>
                              </wps:cNvSpPr>
                              <wps:spPr bwMode="auto">
                                <a:xfrm>
                                  <a:off x="5868" y="3284"/>
                                  <a:ext cx="377" cy="221"/>
                                </a:xfrm>
                                <a:custGeom>
                                  <a:avLst/>
                                  <a:gdLst>
                                    <a:gd name="T0" fmla="*/ 10 w 266"/>
                                    <a:gd name="T1" fmla="*/ 154 h 156"/>
                                    <a:gd name="T2" fmla="*/ 176 w 266"/>
                                    <a:gd name="T3" fmla="*/ 20 h 156"/>
                                    <a:gd name="T4" fmla="*/ 238 w 266"/>
                                    <a:gd name="T5" fmla="*/ 31 h 156"/>
                                    <a:gd name="T6" fmla="*/ 10 w 266"/>
                                    <a:gd name="T7" fmla="*/ 154 h 156"/>
                                  </a:gdLst>
                                  <a:ahLst/>
                                  <a:cxnLst>
                                    <a:cxn ang="0">
                                      <a:pos x="T0" y="T1"/>
                                    </a:cxn>
                                    <a:cxn ang="0">
                                      <a:pos x="T2" y="T3"/>
                                    </a:cxn>
                                    <a:cxn ang="0">
                                      <a:pos x="T4" y="T5"/>
                                    </a:cxn>
                                    <a:cxn ang="0">
                                      <a:pos x="T6" y="T7"/>
                                    </a:cxn>
                                  </a:cxnLst>
                                  <a:rect l="0" t="0" r="r" b="b"/>
                                  <a:pathLst>
                                    <a:path w="266" h="156">
                                      <a:moveTo>
                                        <a:pt x="10" y="154"/>
                                      </a:moveTo>
                                      <a:cubicBezTo>
                                        <a:pt x="0" y="152"/>
                                        <a:pt x="138" y="40"/>
                                        <a:pt x="176" y="20"/>
                                      </a:cubicBezTo>
                                      <a:cubicBezTo>
                                        <a:pt x="214" y="0"/>
                                        <a:pt x="266" y="9"/>
                                        <a:pt x="238" y="31"/>
                                      </a:cubicBezTo>
                                      <a:cubicBezTo>
                                        <a:pt x="210" y="53"/>
                                        <a:pt x="20" y="156"/>
                                        <a:pt x="10" y="15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29"/>
                              <wps:cNvSpPr>
                                <a:spLocks/>
                              </wps:cNvSpPr>
                              <wps:spPr bwMode="auto">
                                <a:xfrm>
                                  <a:off x="3317" y="8730"/>
                                  <a:ext cx="2460" cy="767"/>
                                </a:xfrm>
                                <a:custGeom>
                                  <a:avLst/>
                                  <a:gdLst>
                                    <a:gd name="T0" fmla="*/ 2460 w 2460"/>
                                    <a:gd name="T1" fmla="*/ 767 h 767"/>
                                    <a:gd name="T2" fmla="*/ 2092 w 2460"/>
                                    <a:gd name="T3" fmla="*/ 287 h 767"/>
                                    <a:gd name="T4" fmla="*/ 1336 w 2460"/>
                                    <a:gd name="T5" fmla="*/ 30 h 767"/>
                                    <a:gd name="T6" fmla="*/ 545 w 2460"/>
                                    <a:gd name="T7" fmla="*/ 107 h 767"/>
                                    <a:gd name="T8" fmla="*/ 0 w 2460"/>
                                    <a:gd name="T9" fmla="*/ 363 h 767"/>
                                  </a:gdLst>
                                  <a:ahLst/>
                                  <a:cxnLst>
                                    <a:cxn ang="0">
                                      <a:pos x="T0" y="T1"/>
                                    </a:cxn>
                                    <a:cxn ang="0">
                                      <a:pos x="T2" y="T3"/>
                                    </a:cxn>
                                    <a:cxn ang="0">
                                      <a:pos x="T4" y="T5"/>
                                    </a:cxn>
                                    <a:cxn ang="0">
                                      <a:pos x="T6" y="T7"/>
                                    </a:cxn>
                                    <a:cxn ang="0">
                                      <a:pos x="T8" y="T9"/>
                                    </a:cxn>
                                  </a:cxnLst>
                                  <a:rect l="0" t="0" r="r" b="b"/>
                                  <a:pathLst>
                                    <a:path w="2460" h="767">
                                      <a:moveTo>
                                        <a:pt x="2460" y="767"/>
                                      </a:moveTo>
                                      <a:cubicBezTo>
                                        <a:pt x="2399" y="687"/>
                                        <a:pt x="2279" y="410"/>
                                        <a:pt x="2092" y="287"/>
                                      </a:cubicBezTo>
                                      <a:cubicBezTo>
                                        <a:pt x="1905" y="164"/>
                                        <a:pt x="1594" y="60"/>
                                        <a:pt x="1336" y="30"/>
                                      </a:cubicBezTo>
                                      <a:cubicBezTo>
                                        <a:pt x="1078" y="0"/>
                                        <a:pt x="768" y="51"/>
                                        <a:pt x="545" y="107"/>
                                      </a:cubicBezTo>
                                      <a:cubicBezTo>
                                        <a:pt x="323" y="162"/>
                                        <a:pt x="113" y="309"/>
                                        <a:pt x="0" y="36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30"/>
                              <wps:cNvSpPr>
                                <a:spLocks/>
                              </wps:cNvSpPr>
                              <wps:spPr bwMode="auto">
                                <a:xfrm>
                                  <a:off x="4905" y="4412"/>
                                  <a:ext cx="688" cy="4347"/>
                                </a:xfrm>
                                <a:custGeom>
                                  <a:avLst/>
                                  <a:gdLst>
                                    <a:gd name="T0" fmla="*/ 421 w 688"/>
                                    <a:gd name="T1" fmla="*/ 3084 h 4347"/>
                                    <a:gd name="T2" fmla="*/ 293 w 688"/>
                                    <a:gd name="T3" fmla="*/ 3509 h 4347"/>
                                    <a:gd name="T4" fmla="*/ 208 w 688"/>
                                    <a:gd name="T5" fmla="*/ 3977 h 4347"/>
                                    <a:gd name="T6" fmla="*/ 268 w 688"/>
                                    <a:gd name="T7" fmla="*/ 4138 h 4347"/>
                                    <a:gd name="T8" fmla="*/ 565 w 688"/>
                                    <a:gd name="T9" fmla="*/ 4294 h 4347"/>
                                    <a:gd name="T10" fmla="*/ 685 w 688"/>
                                    <a:gd name="T11" fmla="*/ 4247 h 4347"/>
                                    <a:gd name="T12" fmla="*/ 585 w 688"/>
                                    <a:gd name="T13" fmla="*/ 3693 h 4347"/>
                                    <a:gd name="T14" fmla="*/ 378 w 688"/>
                                    <a:gd name="T15" fmla="*/ 2876 h 4347"/>
                                    <a:gd name="T16" fmla="*/ 183 w 688"/>
                                    <a:gd name="T17" fmla="*/ 2160 h 4347"/>
                                    <a:gd name="T18" fmla="*/ 20 w 688"/>
                                    <a:gd name="T19" fmla="*/ 1616 h 4347"/>
                                    <a:gd name="T20" fmla="*/ 64 w 688"/>
                                    <a:gd name="T21" fmla="*/ 1089 h 4347"/>
                                    <a:gd name="T22" fmla="*/ 64 w 688"/>
                                    <a:gd name="T23" fmla="*/ 581 h 4347"/>
                                    <a:gd name="T24" fmla="*/ 81 w 688"/>
                                    <a:gd name="T25" fmla="*/ 0 h 4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8" h="4347">
                                      <a:moveTo>
                                        <a:pt x="421" y="3084"/>
                                      </a:moveTo>
                                      <a:cubicBezTo>
                                        <a:pt x="400" y="3154"/>
                                        <a:pt x="329" y="3361"/>
                                        <a:pt x="293" y="3509"/>
                                      </a:cubicBezTo>
                                      <a:cubicBezTo>
                                        <a:pt x="258" y="3658"/>
                                        <a:pt x="213" y="3872"/>
                                        <a:pt x="208" y="3977"/>
                                      </a:cubicBezTo>
                                      <a:cubicBezTo>
                                        <a:pt x="204" y="4081"/>
                                        <a:pt x="209" y="4085"/>
                                        <a:pt x="268" y="4138"/>
                                      </a:cubicBezTo>
                                      <a:cubicBezTo>
                                        <a:pt x="327" y="4191"/>
                                        <a:pt x="496" y="4276"/>
                                        <a:pt x="565" y="4294"/>
                                      </a:cubicBezTo>
                                      <a:cubicBezTo>
                                        <a:pt x="634" y="4312"/>
                                        <a:pt x="682" y="4347"/>
                                        <a:pt x="685" y="4247"/>
                                      </a:cubicBezTo>
                                      <a:cubicBezTo>
                                        <a:pt x="688" y="4147"/>
                                        <a:pt x="636" y="3921"/>
                                        <a:pt x="585" y="3693"/>
                                      </a:cubicBezTo>
                                      <a:cubicBezTo>
                                        <a:pt x="534" y="3465"/>
                                        <a:pt x="445" y="3133"/>
                                        <a:pt x="378" y="2876"/>
                                      </a:cubicBezTo>
                                      <a:cubicBezTo>
                                        <a:pt x="312" y="2621"/>
                                        <a:pt x="242" y="2371"/>
                                        <a:pt x="183" y="2160"/>
                                      </a:cubicBezTo>
                                      <a:cubicBezTo>
                                        <a:pt x="123" y="1950"/>
                                        <a:pt x="40" y="1794"/>
                                        <a:pt x="20" y="1616"/>
                                      </a:cubicBezTo>
                                      <a:cubicBezTo>
                                        <a:pt x="0" y="1437"/>
                                        <a:pt x="57" y="1262"/>
                                        <a:pt x="64" y="1089"/>
                                      </a:cubicBezTo>
                                      <a:cubicBezTo>
                                        <a:pt x="71" y="916"/>
                                        <a:pt x="60" y="762"/>
                                        <a:pt x="64" y="581"/>
                                      </a:cubicBezTo>
                                      <a:cubicBezTo>
                                        <a:pt x="67" y="399"/>
                                        <a:pt x="78" y="120"/>
                                        <a:pt x="8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31"/>
                              <wps:cNvSpPr>
                                <a:spLocks/>
                              </wps:cNvSpPr>
                              <wps:spPr bwMode="auto">
                                <a:xfrm>
                                  <a:off x="5210" y="4329"/>
                                  <a:ext cx="300" cy="2095"/>
                                </a:xfrm>
                                <a:custGeom>
                                  <a:avLst/>
                                  <a:gdLst>
                                    <a:gd name="T0" fmla="*/ 10 w 166"/>
                                    <a:gd name="T1" fmla="*/ 0 h 1384"/>
                                    <a:gd name="T2" fmla="*/ 10 w 166"/>
                                    <a:gd name="T3" fmla="*/ 612 h 1384"/>
                                    <a:gd name="T4" fmla="*/ 70 w 166"/>
                                    <a:gd name="T5" fmla="*/ 1068 h 1384"/>
                                    <a:gd name="T6" fmla="*/ 94 w 166"/>
                                    <a:gd name="T7" fmla="*/ 1344 h 1384"/>
                                    <a:gd name="T8" fmla="*/ 166 w 166"/>
                                    <a:gd name="T9" fmla="*/ 828 h 1384"/>
                                  </a:gdLst>
                                  <a:ahLst/>
                                  <a:cxnLst>
                                    <a:cxn ang="0">
                                      <a:pos x="T0" y="T1"/>
                                    </a:cxn>
                                    <a:cxn ang="0">
                                      <a:pos x="T2" y="T3"/>
                                    </a:cxn>
                                    <a:cxn ang="0">
                                      <a:pos x="T4" y="T5"/>
                                    </a:cxn>
                                    <a:cxn ang="0">
                                      <a:pos x="T6" y="T7"/>
                                    </a:cxn>
                                    <a:cxn ang="0">
                                      <a:pos x="T8" y="T9"/>
                                    </a:cxn>
                                  </a:cxnLst>
                                  <a:rect l="0" t="0" r="r" b="b"/>
                                  <a:pathLst>
                                    <a:path w="166" h="1384">
                                      <a:moveTo>
                                        <a:pt x="10" y="0"/>
                                      </a:moveTo>
                                      <a:cubicBezTo>
                                        <a:pt x="5" y="217"/>
                                        <a:pt x="0" y="434"/>
                                        <a:pt x="10" y="612"/>
                                      </a:cubicBezTo>
                                      <a:cubicBezTo>
                                        <a:pt x="20" y="790"/>
                                        <a:pt x="56" y="946"/>
                                        <a:pt x="70" y="1068"/>
                                      </a:cubicBezTo>
                                      <a:cubicBezTo>
                                        <a:pt x="84" y="1190"/>
                                        <a:pt x="78" y="1384"/>
                                        <a:pt x="94" y="1344"/>
                                      </a:cubicBezTo>
                                      <a:cubicBezTo>
                                        <a:pt x="110" y="1304"/>
                                        <a:pt x="138" y="1066"/>
                                        <a:pt x="166"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32"/>
                              <wps:cNvSpPr>
                                <a:spLocks/>
                              </wps:cNvSpPr>
                              <wps:spPr bwMode="auto">
                                <a:xfrm>
                                  <a:off x="7291" y="4321"/>
                                  <a:ext cx="325" cy="2083"/>
                                </a:xfrm>
                                <a:custGeom>
                                  <a:avLst/>
                                  <a:gdLst>
                                    <a:gd name="T0" fmla="*/ 156 w 180"/>
                                    <a:gd name="T1" fmla="*/ 0 h 1377"/>
                                    <a:gd name="T2" fmla="*/ 170 w 180"/>
                                    <a:gd name="T3" fmla="*/ 606 h 1377"/>
                                    <a:gd name="T4" fmla="*/ 95 w 180"/>
                                    <a:gd name="T5" fmla="*/ 1062 h 1377"/>
                                    <a:gd name="T6" fmla="*/ 65 w 180"/>
                                    <a:gd name="T7" fmla="*/ 1338 h 1377"/>
                                    <a:gd name="T8" fmla="*/ 0 w 180"/>
                                    <a:gd name="T9" fmla="*/ 828 h 1377"/>
                                  </a:gdLst>
                                  <a:ahLst/>
                                  <a:cxnLst>
                                    <a:cxn ang="0">
                                      <a:pos x="T0" y="T1"/>
                                    </a:cxn>
                                    <a:cxn ang="0">
                                      <a:pos x="T2" y="T3"/>
                                    </a:cxn>
                                    <a:cxn ang="0">
                                      <a:pos x="T4" y="T5"/>
                                    </a:cxn>
                                    <a:cxn ang="0">
                                      <a:pos x="T6" y="T7"/>
                                    </a:cxn>
                                    <a:cxn ang="0">
                                      <a:pos x="T8" y="T9"/>
                                    </a:cxn>
                                  </a:cxnLst>
                                  <a:rect l="0" t="0" r="r" b="b"/>
                                  <a:pathLst>
                                    <a:path w="180" h="1377">
                                      <a:moveTo>
                                        <a:pt x="156" y="0"/>
                                      </a:moveTo>
                                      <a:cubicBezTo>
                                        <a:pt x="159" y="101"/>
                                        <a:pt x="180" y="429"/>
                                        <a:pt x="170" y="606"/>
                                      </a:cubicBezTo>
                                      <a:cubicBezTo>
                                        <a:pt x="160" y="783"/>
                                        <a:pt x="113" y="940"/>
                                        <a:pt x="95" y="1062"/>
                                      </a:cubicBezTo>
                                      <a:cubicBezTo>
                                        <a:pt x="78" y="1184"/>
                                        <a:pt x="81" y="1377"/>
                                        <a:pt x="65" y="1338"/>
                                      </a:cubicBezTo>
                                      <a:cubicBezTo>
                                        <a:pt x="49" y="1299"/>
                                        <a:pt x="14" y="934"/>
                                        <a:pt x="0"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33"/>
                              <wps:cNvSpPr>
                                <a:spLocks/>
                              </wps:cNvSpPr>
                              <wps:spPr bwMode="auto">
                                <a:xfrm>
                                  <a:off x="5591" y="5590"/>
                                  <a:ext cx="243" cy="681"/>
                                </a:xfrm>
                                <a:custGeom>
                                  <a:avLst/>
                                  <a:gdLst>
                                    <a:gd name="T0" fmla="*/ 67 w 243"/>
                                    <a:gd name="T1" fmla="*/ 0 h 681"/>
                                    <a:gd name="T2" fmla="*/ 35 w 243"/>
                                    <a:gd name="T3" fmla="*/ 300 h 681"/>
                                    <a:gd name="T4" fmla="*/ 35 w 243"/>
                                    <a:gd name="T5" fmla="*/ 619 h 681"/>
                                    <a:gd name="T6" fmla="*/ 243 w 243"/>
                                    <a:gd name="T7" fmla="*/ 671 h 681"/>
                                  </a:gdLst>
                                  <a:ahLst/>
                                  <a:cxnLst>
                                    <a:cxn ang="0">
                                      <a:pos x="T0" y="T1"/>
                                    </a:cxn>
                                    <a:cxn ang="0">
                                      <a:pos x="T2" y="T3"/>
                                    </a:cxn>
                                    <a:cxn ang="0">
                                      <a:pos x="T4" y="T5"/>
                                    </a:cxn>
                                    <a:cxn ang="0">
                                      <a:pos x="T6" y="T7"/>
                                    </a:cxn>
                                  </a:cxnLst>
                                  <a:rect l="0" t="0" r="r" b="b"/>
                                  <a:pathLst>
                                    <a:path w="243" h="681">
                                      <a:moveTo>
                                        <a:pt x="67" y="0"/>
                                      </a:moveTo>
                                      <a:cubicBezTo>
                                        <a:pt x="56" y="99"/>
                                        <a:pt x="40" y="197"/>
                                        <a:pt x="35" y="300"/>
                                      </a:cubicBezTo>
                                      <a:cubicBezTo>
                                        <a:pt x="29" y="403"/>
                                        <a:pt x="0" y="557"/>
                                        <a:pt x="35" y="619"/>
                                      </a:cubicBezTo>
                                      <a:cubicBezTo>
                                        <a:pt x="70" y="681"/>
                                        <a:pt x="200" y="660"/>
                                        <a:pt x="243" y="6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4"/>
                              <wps:cNvSpPr>
                                <a:spLocks/>
                              </wps:cNvSpPr>
                              <wps:spPr bwMode="auto">
                                <a:xfrm>
                                  <a:off x="6966" y="5588"/>
                                  <a:ext cx="238" cy="673"/>
                                </a:xfrm>
                                <a:custGeom>
                                  <a:avLst/>
                                  <a:gdLst>
                                    <a:gd name="T0" fmla="*/ 160 w 238"/>
                                    <a:gd name="T1" fmla="*/ 0 h 673"/>
                                    <a:gd name="T2" fmla="*/ 198 w 238"/>
                                    <a:gd name="T3" fmla="*/ 291 h 673"/>
                                    <a:gd name="T4" fmla="*/ 205 w 238"/>
                                    <a:gd name="T5" fmla="*/ 609 h 673"/>
                                    <a:gd name="T6" fmla="*/ 0 w 238"/>
                                    <a:gd name="T7" fmla="*/ 673 h 673"/>
                                  </a:gdLst>
                                  <a:ahLst/>
                                  <a:cxnLst>
                                    <a:cxn ang="0">
                                      <a:pos x="T0" y="T1"/>
                                    </a:cxn>
                                    <a:cxn ang="0">
                                      <a:pos x="T2" y="T3"/>
                                    </a:cxn>
                                    <a:cxn ang="0">
                                      <a:pos x="T4" y="T5"/>
                                    </a:cxn>
                                    <a:cxn ang="0">
                                      <a:pos x="T6" y="T7"/>
                                    </a:cxn>
                                  </a:cxnLst>
                                  <a:rect l="0" t="0" r="r" b="b"/>
                                  <a:pathLst>
                                    <a:path w="238" h="673">
                                      <a:moveTo>
                                        <a:pt x="160" y="0"/>
                                      </a:moveTo>
                                      <a:cubicBezTo>
                                        <a:pt x="166" y="48"/>
                                        <a:pt x="191" y="190"/>
                                        <a:pt x="198" y="291"/>
                                      </a:cubicBezTo>
                                      <a:cubicBezTo>
                                        <a:pt x="205" y="392"/>
                                        <a:pt x="238" y="545"/>
                                        <a:pt x="205" y="609"/>
                                      </a:cubicBezTo>
                                      <a:cubicBezTo>
                                        <a:pt x="172" y="673"/>
                                        <a:pt x="43" y="660"/>
                                        <a:pt x="0" y="67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35"/>
                              <wps:cNvSpPr>
                                <a:spLocks/>
                              </wps:cNvSpPr>
                              <wps:spPr bwMode="auto">
                                <a:xfrm>
                                  <a:off x="7655" y="7242"/>
                                  <a:ext cx="1874" cy="1382"/>
                                </a:xfrm>
                                <a:custGeom>
                                  <a:avLst/>
                                  <a:gdLst>
                                    <a:gd name="T0" fmla="*/ 1874 w 1874"/>
                                    <a:gd name="T1" fmla="*/ 1292 h 1382"/>
                                    <a:gd name="T2" fmla="*/ 1380 w 1874"/>
                                    <a:gd name="T3" fmla="*/ 1236 h 1382"/>
                                    <a:gd name="T4" fmla="*/ 833 w 1874"/>
                                    <a:gd name="T5" fmla="*/ 1289 h 1382"/>
                                    <a:gd name="T6" fmla="*/ 459 w 1874"/>
                                    <a:gd name="T7" fmla="*/ 1351 h 1382"/>
                                    <a:gd name="T8" fmla="*/ 350 w 1874"/>
                                    <a:gd name="T9" fmla="*/ 1102 h 1382"/>
                                    <a:gd name="T10" fmla="*/ 221 w 1874"/>
                                    <a:gd name="T11" fmla="*/ 552 h 1382"/>
                                    <a:gd name="T12" fmla="*/ 0 w 1874"/>
                                    <a:gd name="T13" fmla="*/ 0 h 1382"/>
                                  </a:gdLst>
                                  <a:ahLst/>
                                  <a:cxnLst>
                                    <a:cxn ang="0">
                                      <a:pos x="T0" y="T1"/>
                                    </a:cxn>
                                    <a:cxn ang="0">
                                      <a:pos x="T2" y="T3"/>
                                    </a:cxn>
                                    <a:cxn ang="0">
                                      <a:pos x="T4" y="T5"/>
                                    </a:cxn>
                                    <a:cxn ang="0">
                                      <a:pos x="T6" y="T7"/>
                                    </a:cxn>
                                    <a:cxn ang="0">
                                      <a:pos x="T8" y="T9"/>
                                    </a:cxn>
                                    <a:cxn ang="0">
                                      <a:pos x="T10" y="T11"/>
                                    </a:cxn>
                                    <a:cxn ang="0">
                                      <a:pos x="T12" y="T13"/>
                                    </a:cxn>
                                  </a:cxnLst>
                                  <a:rect l="0" t="0" r="r" b="b"/>
                                  <a:pathLst>
                                    <a:path w="1874" h="1382">
                                      <a:moveTo>
                                        <a:pt x="1874" y="1292"/>
                                      </a:moveTo>
                                      <a:cubicBezTo>
                                        <a:pt x="1792" y="1284"/>
                                        <a:pt x="1553" y="1236"/>
                                        <a:pt x="1380" y="1236"/>
                                      </a:cubicBezTo>
                                      <a:cubicBezTo>
                                        <a:pt x="1207" y="1236"/>
                                        <a:pt x="986" y="1270"/>
                                        <a:pt x="833" y="1289"/>
                                      </a:cubicBezTo>
                                      <a:cubicBezTo>
                                        <a:pt x="680" y="1308"/>
                                        <a:pt x="540" y="1382"/>
                                        <a:pt x="459" y="1351"/>
                                      </a:cubicBezTo>
                                      <a:cubicBezTo>
                                        <a:pt x="378" y="1320"/>
                                        <a:pt x="390" y="1235"/>
                                        <a:pt x="350" y="1102"/>
                                      </a:cubicBezTo>
                                      <a:cubicBezTo>
                                        <a:pt x="310" y="969"/>
                                        <a:pt x="279" y="736"/>
                                        <a:pt x="221" y="552"/>
                                      </a:cubicBezTo>
                                      <a:cubicBezTo>
                                        <a:pt x="163" y="368"/>
                                        <a:pt x="45" y="11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36"/>
                              <wps:cNvSpPr>
                                <a:spLocks/>
                              </wps:cNvSpPr>
                              <wps:spPr bwMode="auto">
                                <a:xfrm>
                                  <a:off x="3317" y="7199"/>
                                  <a:ext cx="1932" cy="1570"/>
                                </a:xfrm>
                                <a:custGeom>
                                  <a:avLst/>
                                  <a:gdLst>
                                    <a:gd name="T0" fmla="*/ 0 w 1932"/>
                                    <a:gd name="T1" fmla="*/ 1570 h 1570"/>
                                    <a:gd name="T2" fmla="*/ 438 w 1932"/>
                                    <a:gd name="T3" fmla="*/ 1363 h 1570"/>
                                    <a:gd name="T4" fmla="*/ 1003 w 1932"/>
                                    <a:gd name="T5" fmla="*/ 1265 h 1570"/>
                                    <a:gd name="T6" fmla="*/ 1411 w 1932"/>
                                    <a:gd name="T7" fmla="*/ 1289 h 1570"/>
                                    <a:gd name="T8" fmla="*/ 1609 w 1932"/>
                                    <a:gd name="T9" fmla="*/ 1199 h 1570"/>
                                    <a:gd name="T10" fmla="*/ 1720 w 1932"/>
                                    <a:gd name="T11" fmla="*/ 629 h 1570"/>
                                    <a:gd name="T12" fmla="*/ 1932 w 1932"/>
                                    <a:gd name="T13" fmla="*/ 0 h 1570"/>
                                  </a:gdLst>
                                  <a:ahLst/>
                                  <a:cxnLst>
                                    <a:cxn ang="0">
                                      <a:pos x="T0" y="T1"/>
                                    </a:cxn>
                                    <a:cxn ang="0">
                                      <a:pos x="T2" y="T3"/>
                                    </a:cxn>
                                    <a:cxn ang="0">
                                      <a:pos x="T4" y="T5"/>
                                    </a:cxn>
                                    <a:cxn ang="0">
                                      <a:pos x="T6" y="T7"/>
                                    </a:cxn>
                                    <a:cxn ang="0">
                                      <a:pos x="T8" y="T9"/>
                                    </a:cxn>
                                    <a:cxn ang="0">
                                      <a:pos x="T10" y="T11"/>
                                    </a:cxn>
                                    <a:cxn ang="0">
                                      <a:pos x="T12" y="T13"/>
                                    </a:cxn>
                                  </a:cxnLst>
                                  <a:rect l="0" t="0" r="r" b="b"/>
                                  <a:pathLst>
                                    <a:path w="1932" h="1570">
                                      <a:moveTo>
                                        <a:pt x="0" y="1570"/>
                                      </a:moveTo>
                                      <a:cubicBezTo>
                                        <a:pt x="73" y="1536"/>
                                        <a:pt x="271" y="1414"/>
                                        <a:pt x="438" y="1363"/>
                                      </a:cubicBezTo>
                                      <a:cubicBezTo>
                                        <a:pt x="605" y="1312"/>
                                        <a:pt x="841" y="1277"/>
                                        <a:pt x="1003" y="1265"/>
                                      </a:cubicBezTo>
                                      <a:cubicBezTo>
                                        <a:pt x="1165" y="1253"/>
                                        <a:pt x="1310" y="1300"/>
                                        <a:pt x="1411" y="1289"/>
                                      </a:cubicBezTo>
                                      <a:cubicBezTo>
                                        <a:pt x="1512" y="1278"/>
                                        <a:pt x="1558" y="1309"/>
                                        <a:pt x="1609" y="1199"/>
                                      </a:cubicBezTo>
                                      <a:cubicBezTo>
                                        <a:pt x="1660" y="1088"/>
                                        <a:pt x="1666" y="829"/>
                                        <a:pt x="1720" y="629"/>
                                      </a:cubicBezTo>
                                      <a:cubicBezTo>
                                        <a:pt x="1773" y="429"/>
                                        <a:pt x="1888" y="130"/>
                                        <a:pt x="193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37"/>
                              <wps:cNvSpPr>
                                <a:spLocks/>
                              </wps:cNvSpPr>
                              <wps:spPr bwMode="auto">
                                <a:xfrm>
                                  <a:off x="5520" y="6334"/>
                                  <a:ext cx="831" cy="3150"/>
                                </a:xfrm>
                                <a:custGeom>
                                  <a:avLst/>
                                  <a:gdLst>
                                    <a:gd name="T0" fmla="*/ 311 w 831"/>
                                    <a:gd name="T1" fmla="*/ 13 h 3150"/>
                                    <a:gd name="T2" fmla="*/ 164 w 831"/>
                                    <a:gd name="T3" fmla="*/ 8 h 3150"/>
                                    <a:gd name="T4" fmla="*/ 44 w 831"/>
                                    <a:gd name="T5" fmla="*/ 62 h 3150"/>
                                    <a:gd name="T6" fmla="*/ 4 w 831"/>
                                    <a:gd name="T7" fmla="*/ 257 h 3150"/>
                                    <a:gd name="T8" fmla="*/ 67 w 831"/>
                                    <a:gd name="T9" fmla="*/ 675 h 3150"/>
                                    <a:gd name="T10" fmla="*/ 373 w 831"/>
                                    <a:gd name="T11" fmla="*/ 1790 h 3150"/>
                                    <a:gd name="T12" fmla="*/ 831 w 831"/>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831" h="3150">
                                      <a:moveTo>
                                        <a:pt x="311" y="13"/>
                                      </a:moveTo>
                                      <a:cubicBezTo>
                                        <a:pt x="259" y="6"/>
                                        <a:pt x="208" y="0"/>
                                        <a:pt x="164" y="8"/>
                                      </a:cubicBezTo>
                                      <a:cubicBezTo>
                                        <a:pt x="120" y="16"/>
                                        <a:pt x="71" y="21"/>
                                        <a:pt x="44" y="62"/>
                                      </a:cubicBezTo>
                                      <a:cubicBezTo>
                                        <a:pt x="17" y="103"/>
                                        <a:pt x="0" y="155"/>
                                        <a:pt x="4" y="257"/>
                                      </a:cubicBezTo>
                                      <a:cubicBezTo>
                                        <a:pt x="8" y="359"/>
                                        <a:pt x="6" y="420"/>
                                        <a:pt x="67" y="675"/>
                                      </a:cubicBezTo>
                                      <a:cubicBezTo>
                                        <a:pt x="128" y="930"/>
                                        <a:pt x="246" y="1378"/>
                                        <a:pt x="373" y="1790"/>
                                      </a:cubicBezTo>
                                      <a:cubicBezTo>
                                        <a:pt x="500" y="2202"/>
                                        <a:pt x="665" y="2676"/>
                                        <a:pt x="831"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38"/>
                              <wps:cNvSpPr>
                                <a:spLocks/>
                              </wps:cNvSpPr>
                              <wps:spPr bwMode="auto">
                                <a:xfrm>
                                  <a:off x="6769" y="6334"/>
                                  <a:ext cx="524" cy="3150"/>
                                </a:xfrm>
                                <a:custGeom>
                                  <a:avLst/>
                                  <a:gdLst>
                                    <a:gd name="T0" fmla="*/ 191 w 524"/>
                                    <a:gd name="T1" fmla="*/ 13 h 3150"/>
                                    <a:gd name="T2" fmla="*/ 369 w 524"/>
                                    <a:gd name="T3" fmla="*/ 17 h 3150"/>
                                    <a:gd name="T4" fmla="*/ 489 w 524"/>
                                    <a:gd name="T5" fmla="*/ 115 h 3150"/>
                                    <a:gd name="T6" fmla="*/ 520 w 524"/>
                                    <a:gd name="T7" fmla="*/ 382 h 3150"/>
                                    <a:gd name="T8" fmla="*/ 467 w 524"/>
                                    <a:gd name="T9" fmla="*/ 928 h 3150"/>
                                    <a:gd name="T10" fmla="*/ 293 w 524"/>
                                    <a:gd name="T11" fmla="*/ 1764 h 3150"/>
                                    <a:gd name="T12" fmla="*/ 0 w 524"/>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524" h="3150">
                                      <a:moveTo>
                                        <a:pt x="191" y="13"/>
                                      </a:moveTo>
                                      <a:cubicBezTo>
                                        <a:pt x="255" y="6"/>
                                        <a:pt x="319" y="0"/>
                                        <a:pt x="369" y="17"/>
                                      </a:cubicBezTo>
                                      <a:cubicBezTo>
                                        <a:pt x="419" y="34"/>
                                        <a:pt x="464" y="54"/>
                                        <a:pt x="489" y="115"/>
                                      </a:cubicBezTo>
                                      <a:cubicBezTo>
                                        <a:pt x="514" y="176"/>
                                        <a:pt x="524" y="247"/>
                                        <a:pt x="520" y="382"/>
                                      </a:cubicBezTo>
                                      <a:cubicBezTo>
                                        <a:pt x="516" y="517"/>
                                        <a:pt x="505" y="698"/>
                                        <a:pt x="467" y="928"/>
                                      </a:cubicBezTo>
                                      <a:cubicBezTo>
                                        <a:pt x="429" y="1158"/>
                                        <a:pt x="371" y="1394"/>
                                        <a:pt x="293" y="1764"/>
                                      </a:cubicBezTo>
                                      <a:cubicBezTo>
                                        <a:pt x="215" y="2134"/>
                                        <a:pt x="107" y="2642"/>
                                        <a:pt x="0"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39"/>
                              <wps:cNvSpPr>
                                <a:spLocks/>
                              </wps:cNvSpPr>
                              <wps:spPr bwMode="auto">
                                <a:xfrm>
                                  <a:off x="7151" y="4405"/>
                                  <a:ext cx="727" cy="5089"/>
                                </a:xfrm>
                                <a:custGeom>
                                  <a:avLst/>
                                  <a:gdLst>
                                    <a:gd name="T0" fmla="*/ 656 w 727"/>
                                    <a:gd name="T1" fmla="*/ 0 h 5089"/>
                                    <a:gd name="T2" fmla="*/ 713 w 727"/>
                                    <a:gd name="T3" fmla="*/ 917 h 5089"/>
                                    <a:gd name="T4" fmla="*/ 720 w 727"/>
                                    <a:gd name="T5" fmla="*/ 1468 h 5089"/>
                                    <a:gd name="T6" fmla="*/ 670 w 727"/>
                                    <a:gd name="T7" fmla="*/ 2040 h 5089"/>
                                    <a:gd name="T8" fmla="*/ 487 w 727"/>
                                    <a:gd name="T9" fmla="*/ 2873 h 5089"/>
                                    <a:gd name="T10" fmla="*/ 218 w 727"/>
                                    <a:gd name="T11" fmla="*/ 4129 h 5089"/>
                                    <a:gd name="T12" fmla="*/ 0 w 727"/>
                                    <a:gd name="T13" fmla="*/ 5089 h 5089"/>
                                  </a:gdLst>
                                  <a:ahLst/>
                                  <a:cxnLst>
                                    <a:cxn ang="0">
                                      <a:pos x="T0" y="T1"/>
                                    </a:cxn>
                                    <a:cxn ang="0">
                                      <a:pos x="T2" y="T3"/>
                                    </a:cxn>
                                    <a:cxn ang="0">
                                      <a:pos x="T4" y="T5"/>
                                    </a:cxn>
                                    <a:cxn ang="0">
                                      <a:pos x="T6" y="T7"/>
                                    </a:cxn>
                                    <a:cxn ang="0">
                                      <a:pos x="T8" y="T9"/>
                                    </a:cxn>
                                    <a:cxn ang="0">
                                      <a:pos x="T10" y="T11"/>
                                    </a:cxn>
                                    <a:cxn ang="0">
                                      <a:pos x="T12" y="T13"/>
                                    </a:cxn>
                                  </a:cxnLst>
                                  <a:rect l="0" t="0" r="r" b="b"/>
                                  <a:pathLst>
                                    <a:path w="727" h="5089">
                                      <a:moveTo>
                                        <a:pt x="656" y="0"/>
                                      </a:moveTo>
                                      <a:cubicBezTo>
                                        <a:pt x="679" y="336"/>
                                        <a:pt x="702" y="672"/>
                                        <a:pt x="713" y="917"/>
                                      </a:cubicBezTo>
                                      <a:cubicBezTo>
                                        <a:pt x="724" y="1162"/>
                                        <a:pt x="727" y="1281"/>
                                        <a:pt x="720" y="1468"/>
                                      </a:cubicBezTo>
                                      <a:cubicBezTo>
                                        <a:pt x="713" y="1655"/>
                                        <a:pt x="709" y="1806"/>
                                        <a:pt x="670" y="2040"/>
                                      </a:cubicBezTo>
                                      <a:cubicBezTo>
                                        <a:pt x="631" y="2274"/>
                                        <a:pt x="562" y="2525"/>
                                        <a:pt x="487" y="2873"/>
                                      </a:cubicBezTo>
                                      <a:cubicBezTo>
                                        <a:pt x="412" y="3221"/>
                                        <a:pt x="299" y="3760"/>
                                        <a:pt x="218" y="4129"/>
                                      </a:cubicBezTo>
                                      <a:cubicBezTo>
                                        <a:pt x="137" y="4498"/>
                                        <a:pt x="68" y="4793"/>
                                        <a:pt x="0" y="50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40"/>
                              <wps:cNvSpPr>
                                <a:spLocks/>
                              </wps:cNvSpPr>
                              <wps:spPr bwMode="auto">
                                <a:xfrm>
                                  <a:off x="7391" y="7518"/>
                                  <a:ext cx="450" cy="1976"/>
                                </a:xfrm>
                                <a:custGeom>
                                  <a:avLst/>
                                  <a:gdLst>
                                    <a:gd name="T0" fmla="*/ 0 w 450"/>
                                    <a:gd name="T1" fmla="*/ 1976 h 1976"/>
                                    <a:gd name="T2" fmla="*/ 105 w 450"/>
                                    <a:gd name="T3" fmla="*/ 1750 h 1976"/>
                                    <a:gd name="T4" fmla="*/ 261 w 450"/>
                                    <a:gd name="T5" fmla="*/ 1468 h 1976"/>
                                    <a:gd name="T6" fmla="*/ 423 w 450"/>
                                    <a:gd name="T7" fmla="*/ 1171 h 1976"/>
                                    <a:gd name="T8" fmla="*/ 423 w 450"/>
                                    <a:gd name="T9" fmla="*/ 783 h 1976"/>
                                    <a:gd name="T10" fmla="*/ 338 w 450"/>
                                    <a:gd name="T11" fmla="*/ 346 h 1976"/>
                                    <a:gd name="T12" fmla="*/ 218 w 450"/>
                                    <a:gd name="T13" fmla="*/ 0 h 1976"/>
                                  </a:gdLst>
                                  <a:ahLst/>
                                  <a:cxnLst>
                                    <a:cxn ang="0">
                                      <a:pos x="T0" y="T1"/>
                                    </a:cxn>
                                    <a:cxn ang="0">
                                      <a:pos x="T2" y="T3"/>
                                    </a:cxn>
                                    <a:cxn ang="0">
                                      <a:pos x="T4" y="T5"/>
                                    </a:cxn>
                                    <a:cxn ang="0">
                                      <a:pos x="T6" y="T7"/>
                                    </a:cxn>
                                    <a:cxn ang="0">
                                      <a:pos x="T8" y="T9"/>
                                    </a:cxn>
                                    <a:cxn ang="0">
                                      <a:pos x="T10" y="T11"/>
                                    </a:cxn>
                                    <a:cxn ang="0">
                                      <a:pos x="T12" y="T13"/>
                                    </a:cxn>
                                  </a:cxnLst>
                                  <a:rect l="0" t="0" r="r" b="b"/>
                                  <a:pathLst>
                                    <a:path w="450" h="1976">
                                      <a:moveTo>
                                        <a:pt x="0" y="1976"/>
                                      </a:moveTo>
                                      <a:cubicBezTo>
                                        <a:pt x="17" y="1938"/>
                                        <a:pt x="62" y="1835"/>
                                        <a:pt x="105" y="1750"/>
                                      </a:cubicBezTo>
                                      <a:cubicBezTo>
                                        <a:pt x="148" y="1665"/>
                                        <a:pt x="208" y="1564"/>
                                        <a:pt x="261" y="1468"/>
                                      </a:cubicBezTo>
                                      <a:cubicBezTo>
                                        <a:pt x="314" y="1372"/>
                                        <a:pt x="396" y="1285"/>
                                        <a:pt x="423" y="1171"/>
                                      </a:cubicBezTo>
                                      <a:cubicBezTo>
                                        <a:pt x="450" y="1057"/>
                                        <a:pt x="437" y="920"/>
                                        <a:pt x="423" y="783"/>
                                      </a:cubicBezTo>
                                      <a:cubicBezTo>
                                        <a:pt x="409" y="646"/>
                                        <a:pt x="372" y="476"/>
                                        <a:pt x="338" y="346"/>
                                      </a:cubicBezTo>
                                      <a:cubicBezTo>
                                        <a:pt x="304" y="216"/>
                                        <a:pt x="243" y="72"/>
                                        <a:pt x="21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341"/>
                              <wps:cNvSpPr>
                                <a:spLocks/>
                              </wps:cNvSpPr>
                              <wps:spPr bwMode="auto">
                                <a:xfrm>
                                  <a:off x="7729" y="8727"/>
                                  <a:ext cx="1800" cy="774"/>
                                </a:xfrm>
                                <a:custGeom>
                                  <a:avLst/>
                                  <a:gdLst>
                                    <a:gd name="T0" fmla="*/ 1800 w 1800"/>
                                    <a:gd name="T1" fmla="*/ 68 h 774"/>
                                    <a:gd name="T2" fmla="*/ 1370 w 1800"/>
                                    <a:gd name="T3" fmla="*/ 5 h 774"/>
                                    <a:gd name="T4" fmla="*/ 876 w 1800"/>
                                    <a:gd name="T5" fmla="*/ 40 h 774"/>
                                    <a:gd name="T6" fmla="*/ 403 w 1800"/>
                                    <a:gd name="T7" fmla="*/ 231 h 774"/>
                                    <a:gd name="T8" fmla="*/ 127 w 1800"/>
                                    <a:gd name="T9" fmla="*/ 520 h 774"/>
                                    <a:gd name="T10" fmla="*/ 0 w 1800"/>
                                    <a:gd name="T11" fmla="*/ 774 h 774"/>
                                  </a:gdLst>
                                  <a:ahLst/>
                                  <a:cxnLst>
                                    <a:cxn ang="0">
                                      <a:pos x="T0" y="T1"/>
                                    </a:cxn>
                                    <a:cxn ang="0">
                                      <a:pos x="T2" y="T3"/>
                                    </a:cxn>
                                    <a:cxn ang="0">
                                      <a:pos x="T4" y="T5"/>
                                    </a:cxn>
                                    <a:cxn ang="0">
                                      <a:pos x="T6" y="T7"/>
                                    </a:cxn>
                                    <a:cxn ang="0">
                                      <a:pos x="T8" y="T9"/>
                                    </a:cxn>
                                    <a:cxn ang="0">
                                      <a:pos x="T10" y="T11"/>
                                    </a:cxn>
                                  </a:cxnLst>
                                  <a:rect l="0" t="0" r="r" b="b"/>
                                  <a:pathLst>
                                    <a:path w="1800" h="774">
                                      <a:moveTo>
                                        <a:pt x="1800" y="68"/>
                                      </a:moveTo>
                                      <a:cubicBezTo>
                                        <a:pt x="1661" y="39"/>
                                        <a:pt x="1524" y="10"/>
                                        <a:pt x="1370" y="5"/>
                                      </a:cubicBezTo>
                                      <a:cubicBezTo>
                                        <a:pt x="1216" y="0"/>
                                        <a:pt x="1037" y="2"/>
                                        <a:pt x="876" y="40"/>
                                      </a:cubicBezTo>
                                      <a:cubicBezTo>
                                        <a:pt x="715" y="78"/>
                                        <a:pt x="528" y="151"/>
                                        <a:pt x="403" y="231"/>
                                      </a:cubicBezTo>
                                      <a:cubicBezTo>
                                        <a:pt x="278" y="311"/>
                                        <a:pt x="194" y="430"/>
                                        <a:pt x="127" y="520"/>
                                      </a:cubicBezTo>
                                      <a:cubicBezTo>
                                        <a:pt x="60" y="610"/>
                                        <a:pt x="30" y="692"/>
                                        <a:pt x="0" y="77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97C27" id="Group 308" o:spid="_x0000_s1026" style="position:absolute;margin-left:54.15pt;margin-top:-1.05pt;width:380.95pt;height:370pt;z-index:251657728" coordorigin="3255,3284" coordsize="640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">
                      <v:shape id="Freeform 309" o:spid="_x0000_s1027" style="position:absolute;left:6401;top:3307;width:2261;height:1310;visibility:visible;mso-wrap-style:square;v-text-anchor:top" coordsize="1596,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" path="m,424v78,17,304,42,471,101c638,584,844,731,1000,776v154,45,309,149,408,20c1507,667,1557,166,1596,e" filled="f" strokecolor="#ddd" strokeweight="1pt">
                        <v:path arrowok="t" o:connecttype="custom" o:connectlocs="0,600;667,744;1417,1099;1995,1127;2261,0" o:connectangles="0,0,0,0,0"/>
                      </v:shape>
                      <v:shape id="Freeform 310" o:spid="_x0000_s1028" style="position:absolute;left:8397;top:3543;width:712;height:1109;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" path="m,601v16,48,32,96,84,108c136,721,260,733,312,673v52,-60,75,-224,84,-324c405,249,389,128,365,75,341,22,299,,254,30,209,60,129,207,96,253e" filled="f" strokecolor="#ddd">
                        <v:path arrowok="t" o:connecttype="custom" o:connectlocs="0,909;148,1073;549,1018;696,528;642,113;447,45;169,383" o:connectangles="0,0,0,0,0,0,0"/>
                      </v:shape>
                      <v:shape id="Freeform 311" o:spid="_x0000_s1029" style="position:absolute;left:8000;top:4598;width:1537;height:3526;visibility:visible;mso-wrap-style:square;v-text-anchor:top" coordsize="1085,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" path="m348,c319,49,224,141,175,297,127,453,68,704,58,938,48,1171,,1477,113,1702v113,226,458,455,620,586c895,2419,1012,2447,1085,2489e" filled="f" strokecolor="#ddd" strokeweight="1pt">
                        <v:path arrowok="t" o:connecttype="custom" o:connectlocs="493,0;248,421;82,1329;160,2411;1038,3241;1537,3526" o:connectangles="0,0,0,0,0,0"/>
                      </v:shape>
                      <v:shape id="Freeform 312" o:spid="_x0000_s1030" style="position:absolute;left:6262;top:3940;width:1330;height:476;visibility:visible;mso-wrap-style:square;v-text-anchor:top" coordsize="93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" path="m91,5c,11,53,158,135,201v82,43,318,45,449,65c715,286,907,336,923,319,939,302,822,214,683,162,544,110,188,,91,5xe" fillcolor="#ddd" stroked="f">
                        <v:path arrowok="t" o:connecttype="custom" o:connectlocs="129,7;191,285;827,377;1307,452;967,230;129,7" o:connectangles="0,0,0,0,0,0"/>
                      </v:shape>
                      <v:shape id="Freeform 313" o:spid="_x0000_s1031" style="position:absolute;left:7844;top:4549;width:544;height:1088;visibility:visible;mso-wrap-style:square;v-text-anchor:top" coordsize="30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" path="m282,10c269,,121,54,76,126,31,198,21,351,12,443,3,535,,719,24,677,48,635,110,299,153,188,196,77,301,10,282,10xe" fillcolor="#ddd" stroked="f">
                        <v:path arrowok="t" o:connecttype="custom" o:connectlocs="510,15;137,191;22,670;43,1024;277,284;510,15" o:connectangles="0,0,0,0,0,0"/>
                      </v:shape>
                      <v:shape id="Freeform 314" o:spid="_x0000_s1032" style="position:absolute;left:6132;top:7566;width:439;height:1334;visibility:visible;mso-wrap-style:square;v-text-anchor:top" coordsize="25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" path="m206,6v14,-6,44,180,36,288c234,402,196,558,158,654,120,750,28,882,14,870,,858,50,672,74,582,98,492,132,428,158,330,184,232,192,12,206,6xe" fillcolor="#ddd" stroked="f">
                        <v:path arrowok="t" o:connecttype="custom" o:connectlocs="362,9;425,445;277,989;25,1316;130,880;277,499;362,9" o:connectangles="0,0,0,0,0,0,0"/>
                      </v:shape>
                      <v:shape id="Freeform 315" o:spid="_x0000_s1033" style="position:absolute;left:7350;top:8073;width:2306;height:666;visibility:visible;mso-wrap-style:square;v-text-anchor:top" coordsize="162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" path="m73,184c118,113,212,15,290,7,368,,405,95,544,136v139,40,422,97,582,115c1286,269,1444,239,1507,245v63,6,121,26,-5,42c1376,303,971,321,752,341,533,361,309,389,187,405,64,421,38,470,19,434,,397,28,254,73,184xe" fillcolor="#ddd" stroked="f">
                        <v:path arrowok="t" o:connecttype="custom" o:connectlocs="103,261;411,10;771,193;1595,356;2135,347;2128,407;1065,483;265,574;27,615;103,261" o:connectangles="0,0,0,0,0,0,0,0,0,0"/>
                      </v:shape>
                      <v:shape id="Freeform 316" o:spid="_x0000_s1034" style="position:absolute;left:8606;top:3917;width:160;height:266;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" path="m48,6v10,6,30,49,36,74c90,105,91,139,86,155v-5,16,-20,21,-33,19c40,172,10,156,5,145,,134,21,124,24,107,27,90,20,62,24,44,28,26,38,,48,6xe" fillcolor="#ddd" stroked="f">
                        <v:path arrowok="t" o:connecttype="custom" o:connectlocs="84,9;148,121;151,234;93,263;9,219;42,162;42,67;84,9" o:connectangles="0,0,0,0,0,0,0,0"/>
                      </v:shape>
                      <v:shape id="Freeform 317" o:spid="_x0000_s1035" style="position:absolute;left:8711;top:3611;width:340;height:724;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" path="m8,143c16,131,94,8,123,4v29,-4,50,62,60,113c193,168,190,251,186,309v-4,58,-19,147,-29,158c147,478,143,407,128,376,113,345,71,294,68,282v-3,-12,27,6,41,22c123,320,146,392,152,376v6,-16,-1,-111,-5,-166c143,155,140,67,128,45,116,23,92,60,73,78,54,96,,155,8,143xe" fillcolor="#ddd" stroked="f">
                        <v:path arrowok="t" o:connecttype="custom" o:connectlocs="14,217;217,6;322,177;328,468;277,707;225,570;120,427;192,460;268,570;259,318;225,68;129,118;14,217" o:connectangles="0,0,0,0,0,0,0,0,0,0,0,0,0"/>
                      </v:shape>
                      <v:shape id="Freeform 318" o:spid="_x0000_s1036" style="position:absolute;left:4147;top:3314;width:2254;height:1300;visibility:visible;mso-wrap-style:square;v-text-anchor:top" coordsize="1591,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" path="m1591,419v-78,16,-300,41,-465,100c961,578,753,725,599,770,443,815,290,918,190,790,90,662,40,165,,e" filled="f" strokecolor="#ddd" strokeweight="1pt">
                        <v:path arrowok="t" o:connecttype="custom" o:connectlocs="2254,593;1595,735;849,1090;269,1119;0,0" o:connectangles="0,0,0,0,0"/>
                      </v:shape>
                      <v:shape id="Freeform 319" o:spid="_x0000_s1037" style="position:absolute;left:3704;top:3542;width:713;height:1109;flip:x;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" path="m,601v16,48,32,96,84,108c136,721,260,733,312,673v52,-60,75,-224,84,-324c405,249,389,128,365,75,341,22,299,,254,30,209,60,129,207,96,253e" filled="f" strokecolor="#ddd">
                        <v:path arrowok="t" o:connecttype="custom" o:connectlocs="0,909;148,1073;549,1018;697,528;643,113;447,45;169,383" o:connectangles="0,0,0,0,0,0,0"/>
                      </v:shape>
                      <v:shape id="Freeform 320" o:spid="_x0000_s1038" style="position:absolute;left:3320;top:4596;width:1470;height:3474;visibility:visible;mso-wrap-style:square;v-text-anchor:top" coordsize="1038,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" path="m690,v29,49,124,141,173,297c911,453,970,704,980,938v10,234,58,539,-55,765c812,1928,459,2164,305,2289,151,2414,64,2419,,2453e" filled="f" strokecolor="#ddd" strokeweight="1pt">
                        <v:path arrowok="t" o:connecttype="custom" o:connectlocs="977,0;1222,421;1388,1328;1310,2412;432,3242;0,3474" o:connectangles="0,0,0,0,0,0"/>
                      </v:shape>
                      <v:shape id="Freeform 321" o:spid="_x0000_s1039" style="position:absolute;left:5232;top:3950;width:1291;height:486;visibility:visible;mso-wrap-style:square;v-text-anchor:top" coordsize="91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" path="m816,v95,7,85,139,10,182c751,225,503,232,368,256,233,280,36,343,18,324,,305,125,195,258,141,391,87,700,30,816,xe" fillcolor="#ddd" stroked="f">
                        <v:path arrowok="t" o:connecttype="custom" o:connectlocs="1156,0;1171,258;522,363;26,459;366,200;1156,0" o:connectangles="0,0,0,0,0,0"/>
                      </v:shape>
                      <v:shape id="Freeform 322" o:spid="_x0000_s1040" style="position:absolute;left:4424;top:4547;width:529;height:976;visibility:visible;mso-wrap-style:square;v-text-anchor:top" coordsize="293,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" path="m19,10c32,,181,64,225,126v44,62,50,177,58,258c291,465,293,645,271,612,249,579,190,288,148,188,106,88,,10,19,10xe" fillcolor="#ddd" stroked="f">
                        <v:path arrowok="t" o:connecttype="custom" o:connectlocs="34,15;406,191;511,581;489,926;267,284;34,15" o:connectangles="0,0,0,0,0,0"/>
                      </v:shape>
                      <v:shape id="Freeform 323" o:spid="_x0000_s1041" style="position:absolute;left:3255;top:8048;width:2278;height:538;visibility:visible;mso-wrap-style:square;v-text-anchor:top" coordsize="160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" path="m1608,298c1526,227,1367,49,1267,25,1167,,1152,112,1013,153,875,193,593,250,432,268,271,286,92,252,46,261v-46,9,48,53,109,64c216,336,305,335,413,330v108,-5,230,-39,390,-32c964,304,1252,357,1378,368v127,12,146,12,184,c1600,357,1598,313,1608,298xe" fillcolor="#ddd" stroked="f">
                        <v:path arrowok="t" o:connecttype="custom" o:connectlocs="2278,422;1795,35;1435,217;612,379;65,370;220,460;585,467;1138,422;1952,521;2213,521;2278,422" o:connectangles="0,0,0,0,0,0,0,0,0,0,0"/>
                      </v:shape>
                      <v:shape id="Freeform 324" o:spid="_x0000_s1042" style="position:absolute;left:4044;top:3916;width:160;height:266;flip:x;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" path="m48,6v10,6,30,49,36,74c90,105,91,139,86,155v-5,16,-20,21,-33,19c40,172,10,156,5,145,,134,21,124,24,107,27,90,20,62,24,44,28,26,38,,48,6xe" fillcolor="#ddd" stroked="f">
                        <v:path arrowok="t" o:connecttype="custom" o:connectlocs="84,9;148,121;151,234;93,263;9,219;42,162;42,67;84,9" o:connectangles="0,0,0,0,0,0,0,0"/>
                      </v:shape>
                      <v:shape id="Freeform 325" o:spid="_x0000_s1043" style="position:absolute;left:3761;top:3610;width:341;height:724;flip:x;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" path="m8,143c16,131,94,8,123,4v29,-4,50,62,60,113c193,168,190,251,186,309v-4,58,-19,147,-29,158c147,478,143,407,128,376,113,345,71,294,68,282v-3,-12,27,6,41,22c123,320,146,392,152,376v6,-16,-1,-111,-5,-166c143,155,140,67,128,45,116,23,92,60,73,78,54,96,,155,8,143xe" fillcolor="#ddd" stroked="f">
                        <v:path arrowok="t" o:connecttype="custom" o:connectlocs="14,217;217,6;323,177;329,468;277,707;226,570;120,427;193,460;269,570;260,318;226,68;129,118;14,217" o:connectangles="0,0,0,0,0,0,0,0,0,0,0,0,0"/>
                      </v:shape>
                      <v:shape id="Freeform 326" o:spid="_x0000_s1044" style="position:absolute;left:3486;top:3294;width:885;height:1470;visibility:visible;mso-wrap-style:square;v-text-anchor:top" coordsize="625,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" path="m68,c60,51,,149,19,302v19,153,90,495,166,615c262,1038,406,1023,479,1025v73,2,146,-86,144,-95c622,922,538,977,473,971,407,964,287,954,234,892,180,830,160,704,148,602,137,501,140,358,166,284,192,210,253,161,304,161v51,,146,152,169,126c496,261,448,62,442,3e" fillcolor="#ddd" stroked="f">
                        <v:path arrowok="t" o:connecttype="custom" o:connectlocs="96,0;27,428;262,1299;678,1452;882,1317;670,1375;331,1263;210,853;235,402;430,228;670,406;626,4" o:connectangles="0,0,0,0,0,0,0,0,0,0,0,0"/>
                      </v:shape>
                      <v:shape id="Freeform 327" o:spid="_x0000_s1045" style="position:absolute;left:8452;top:3294;width:860;height:1459;visibility:visible;mso-wrap-style:square;v-text-anchor:top" coordsize="607,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" path="m544,v7,58,63,196,45,349c571,502,512,804,438,917v-74,113,-220,106,-293,108c72,1027,,939,1,930v1,-8,85,47,150,41c216,964,336,954,390,892v53,-62,74,-188,85,-290c487,501,483,358,457,284,432,210,371,161,320,161v-51,,-145,151,-169,126c127,262,173,67,178,9e" fillcolor="#ddd" stroked="f">
                        <v:path arrowok="t" o:connecttype="custom" o:connectlocs="771,0;834,494;621,1299;205,1452;1,1317;214,1375;553,1264;673,853;647,402;453,228;214,407;252,13" o:connectangles="0,0,0,0,0,0,0,0,0,0,0,0"/>
                      </v:shape>
                      <v:shape id="Freeform 328" o:spid="_x0000_s1046" style="position:absolute;left:5868;top:3284;width:377;height:221;visibility:visible;mso-wrap-style:square;v-text-anchor:top" coordsize="26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" path="m10,154c,152,138,40,176,20,214,,266,9,238,31,210,53,20,156,10,154xe" fillcolor="#ddd" stroked="f">
                        <v:path arrowok="t" o:connecttype="custom" o:connectlocs="14,218;249,28;337,44;14,218" o:connectangles="0,0,0,0"/>
                      </v:shape>
                      <v:shape id="Freeform 329" o:spid="_x0000_s1047" style="position:absolute;left:3317;top:8730;width:2460;height:767;visibility:visible;mso-wrap-style:square;v-text-anchor:top" coordsize="2460,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" path="m2460,767c2399,687,2279,410,2092,287,1905,164,1594,60,1336,30,1078,,768,51,545,107,323,162,113,309,,363e" filled="f">
                        <v:path arrowok="t" o:connecttype="custom" o:connectlocs="2460,767;2092,287;1336,30;545,107;0,363" o:connectangles="0,0,0,0,0"/>
                      </v:shape>
                      <v:shape id="Freeform 330" o:spid="_x0000_s1048" style="position:absolute;left:4905;top:4412;width:688;height:4347;visibility:visible;mso-wrap-style:square;v-text-anchor:top" coordsize="68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" path="m421,3084v-21,70,-92,277,-128,425c258,3658,213,3872,208,3977v-4,104,1,108,60,161c327,4191,496,4276,565,4294v69,18,117,53,120,-47c688,4147,636,3921,585,3693,534,3465,445,3133,378,2876,312,2621,242,2371,183,2160,123,1950,40,1794,20,1616,,1437,57,1262,64,1089,71,916,60,762,64,581,67,399,78,120,81,e" filled="f">
                        <v:path arrowok="t" o:connecttype="custom" o:connectlocs="421,3084;293,3509;208,3977;268,4138;565,4294;685,4247;585,3693;378,2876;183,2160;20,1616;64,1089;64,581;81,0" o:connectangles="0,0,0,0,0,0,0,0,0,0,0,0,0"/>
                      </v:shape>
                      <v:shape id="Freeform 331" o:spid="_x0000_s1049" style="position:absolute;left:5210;top:4329;width:300;height:2095;visibility:visible;mso-wrap-style:square;v-text-anchor:top" coordsize="166,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" path="m10,c5,217,,434,10,612v10,178,46,334,60,456c84,1190,78,1384,94,1344v16,-40,44,-278,72,-516e" filled="f">
                        <v:path arrowok="t" o:connecttype="custom" o:connectlocs="18,0;18,926;127,1617;170,2034;300,1253" o:connectangles="0,0,0,0,0"/>
                      </v:shape>
                      <v:shape id="Freeform 332" o:spid="_x0000_s1050" style="position:absolute;left:7291;top:4321;width:325;height:2083;visibility:visible;mso-wrap-style:square;v-text-anchor:top" coordsize="180,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" path="m156,v3,101,24,429,14,606c160,783,113,940,95,1062,78,1184,81,1377,65,1338,49,1299,14,934,,828e" filled="f">
                        <v:path arrowok="t" o:connecttype="custom" o:connectlocs="282,0;307,917;172,1606;117,2024;0,1253" o:connectangles="0,0,0,0,0"/>
                      </v:shape>
                      <v:shape id="Freeform 333" o:spid="_x0000_s1051" style="position:absolute;left:5591;top:5590;width:243;height:681;visibility:visible;mso-wrap-style:square;v-text-anchor:top" coordsize="24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" path="m67,c56,99,40,197,35,300,29,403,,557,35,619v35,62,165,41,208,52e" filled="f">
                        <v:path arrowok="t" o:connecttype="custom" o:connectlocs="67,0;35,300;35,619;243,671" o:connectangles="0,0,0,0"/>
                      </v:shape>
                      <v:shape id="Freeform 334" o:spid="_x0000_s1052" style="position:absolute;left:6966;top:5588;width:238;height:673;visibility:visible;mso-wrap-style:square;v-text-anchor:top" coordsize="238,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" path="m160,v6,48,31,190,38,291c205,392,238,545,205,609,172,673,43,660,,673e" filled="f">
                        <v:path arrowok="t" o:connecttype="custom" o:connectlocs="160,0;198,291;205,609;0,673" o:connectangles="0,0,0,0"/>
                      </v:shape>
                      <v:shape id="Freeform 335" o:spid="_x0000_s1053" style="position:absolute;left:7655;top:7242;width:1874;height:1382;visibility:visible;mso-wrap-style:square;v-text-anchor:top" coordsize="1874,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" path="m1874,1292v-82,-8,-321,-56,-494,-56c1207,1236,986,1270,833,1289v-153,19,-293,93,-374,62c378,1320,390,1235,350,1102,310,969,279,736,221,552,163,368,45,115,,e" filled="f">
                        <v:path arrowok="t" o:connecttype="custom" o:connectlocs="1874,1292;1380,1236;833,1289;459,1351;350,1102;221,552;0,0" o:connectangles="0,0,0,0,0,0,0"/>
                      </v:shape>
                      <v:shape id="Freeform 336" o:spid="_x0000_s1054" style="position:absolute;left:3317;top:7199;width:1932;height:1570;visibility:visible;mso-wrap-style:square;v-text-anchor:top" coordsize="1932,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" path="m,1570v73,-34,271,-156,438,-207c605,1312,841,1277,1003,1265v162,-12,307,35,408,24c1512,1278,1558,1309,1609,1199v51,-111,57,-370,111,-570c1773,429,1888,130,1932,e" filled="f">
                        <v:path arrowok="t" o:connecttype="custom" o:connectlocs="0,1570;438,1363;1003,1265;1411,1289;1609,1199;1720,629;1932,0" o:connectangles="0,0,0,0,0,0,0"/>
                      </v:shape>
                      <v:shape id="Freeform 337" o:spid="_x0000_s1055" style="position:absolute;left:5520;top:6334;width:831;height:3150;visibility:visible;mso-wrap-style:square;v-text-anchor:top" coordsize="831,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" path="m311,13c259,6,208,,164,8,120,16,71,21,44,62,17,103,,155,4,257,8,359,6,420,67,675v61,255,179,703,306,1115c500,2202,665,2676,831,3150e" filled="f">
                        <v:path arrowok="t" o:connecttype="custom" o:connectlocs="311,13;164,8;44,62;4,257;67,675;373,1790;831,3150" o:connectangles="0,0,0,0,0,0,0"/>
                      </v:shape>
                      <v:shape id="Freeform 338" o:spid="_x0000_s1056" style="position:absolute;left:6769;top:6334;width:524;height:3150;visibility:visible;mso-wrap-style:square;v-text-anchor:top" coordsize="524,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" path="m191,13c255,6,319,,369,17v50,17,95,37,120,98c514,176,524,247,520,382v-4,135,-15,316,-53,546c429,1158,371,1394,293,1764,215,2134,107,2642,,3150e" filled="f">
                        <v:path arrowok="t" o:connecttype="custom" o:connectlocs="191,13;369,17;489,115;520,382;467,928;293,1764;0,3150" o:connectangles="0,0,0,0,0,0,0"/>
                      </v:shape>
                      <v:shape id="Freeform 339" o:spid="_x0000_s1057" style="position:absolute;left:7151;top:4405;width:727;height:5089;visibility:visible;mso-wrap-style:square;v-text-anchor:top" coordsize="727,5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" path="m656,v23,336,46,672,57,917c724,1162,727,1281,720,1468v-7,187,-11,338,-50,572c631,2274,562,2525,487,2873,412,3221,299,3760,218,4129,137,4498,68,4793,,5089e" filled="f">
                        <v:path arrowok="t" o:connecttype="custom" o:connectlocs="656,0;713,917;720,1468;670,2040;487,2873;218,4129;0,5089" o:connectangles="0,0,0,0,0,0,0"/>
                      </v:shape>
                      <v:shape id="Freeform 340" o:spid="_x0000_s1058" style="position:absolute;left:7391;top:7518;width:450;height:1976;visibility:visible;mso-wrap-style:square;v-text-anchor:top" coordsize="450,1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" path="m,1976v17,-38,62,-141,105,-226c148,1665,208,1564,261,1468v53,-96,135,-183,162,-297c450,1057,437,920,423,783,409,646,372,476,338,346,304,216,243,72,218,e" filled="f">
                        <v:path arrowok="t" o:connecttype="custom" o:connectlocs="0,1976;105,1750;261,1468;423,1171;423,783;338,346;218,0" o:connectangles="0,0,0,0,0,0,0"/>
                      </v:shape>
                      <v:shape id="Freeform 341" o:spid="_x0000_s1059" style="position:absolute;left:7729;top:8727;width:1800;height:774;visibility:visible;mso-wrap-style:square;v-text-anchor:top" coordsize="180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" path="m1800,68c1661,39,1524,10,1370,5,1216,,1037,2,876,40,715,78,528,151,403,231,278,311,194,430,127,520,60,610,30,692,,774e" filled="f">
                        <v:path arrowok="t" o:connecttype="custom" o:connectlocs="1800,68;1370,5;876,40;403,231;127,520;0,774" o:connectangles="0,0,0,0,0,0"/>
                      </v:shape>
                    </v:group>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1584" behindDoc="0" locked="0" layoutInCell="1" allowOverlap="1">
                      <wp:simplePos x="0" y="0"/>
                      <wp:positionH relativeFrom="column">
                        <wp:posOffset>4556760</wp:posOffset>
                      </wp:positionH>
                      <wp:positionV relativeFrom="paragraph">
                        <wp:posOffset>4444365</wp:posOffset>
                      </wp:positionV>
                      <wp:extent cx="1584960" cy="220980"/>
                      <wp:effectExtent l="0" t="0" r="0" b="0"/>
                      <wp:wrapNone/>
                      <wp:docPr id="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2" type="#_x0000_t202" style="position:absolute;left:0;text-align:left;margin-left:358.8pt;margin-top:349.95pt;width:124.8pt;height:17.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" filled="f" stroked="f" strokecolor="gray" strokeweight=".25pt">
                      <v:stroke dashstyle="1 1" endcap="round"/>
                      <v:textbo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v:textbox>
                    </v:shape>
                  </w:pict>
                </mc:Fallback>
              </mc:AlternateContent>
            </w:r>
          </w:p>
        </w:tc>
      </w:tr>
      <w:tr w:rsidR="00B3295A" w:rsidRPr="00BE67C6" w:rsidTr="00BE67C6">
        <w:tc>
          <w:tcPr>
            <w:tcW w:w="1943" w:type="dxa"/>
            <w:tcBorders>
              <w:bottom w:val="single" w:sz="2" w:space="0" w:color="FFFFFF"/>
            </w:tcBorders>
            <w:shd w:val="clear" w:color="auto" w:fill="E6E6E6"/>
            <w:tcMar>
              <w:top w:w="28" w:type="dxa"/>
              <w:left w:w="57" w:type="dxa"/>
              <w:bottom w:w="28" w:type="dxa"/>
              <w:right w:w="57" w:type="dxa"/>
            </w:tcMar>
          </w:tcPr>
          <w:p w:rsidR="00B3295A" w:rsidRPr="00BE67C6" w:rsidRDefault="00C906DA" w:rsidP="00BE67C6">
            <w:pPr>
              <w:tabs>
                <w:tab w:val="left" w:pos="2127"/>
              </w:tabs>
              <w:rPr>
                <w:rFonts w:ascii="Arial" w:hAnsi="Arial"/>
                <w:b/>
                <w:bCs/>
                <w:sz w:val="16"/>
                <w:szCs w:val="16"/>
              </w:rPr>
            </w:pPr>
            <w:r w:rsidRPr="00BE67C6">
              <w:rPr>
                <w:rFonts w:ascii="Arial" w:hAnsi="Arial" w:cs="Arial"/>
                <w:noProof/>
                <w:color w:val="808080"/>
                <w:sz w:val="16"/>
                <w:szCs w:val="16"/>
                <w:lang w:val="en-GB" w:eastAsia="en-GB"/>
              </w:rPr>
              <mc:AlternateContent>
                <mc:Choice Requires="wps">
                  <w:drawing>
                    <wp:anchor distT="0" distB="0" distL="114300" distR="114300" simplePos="0" relativeHeight="251653632" behindDoc="0" locked="0" layoutInCell="1" allowOverlap="1">
                      <wp:simplePos x="0" y="0"/>
                      <wp:positionH relativeFrom="column">
                        <wp:posOffset>840105</wp:posOffset>
                      </wp:positionH>
                      <wp:positionV relativeFrom="paragraph">
                        <wp:posOffset>28575</wp:posOffset>
                      </wp:positionV>
                      <wp:extent cx="395605" cy="61595"/>
                      <wp:effectExtent l="7620" t="13335" r="6350" b="10795"/>
                      <wp:wrapNone/>
                      <wp:docPr id="6" name="Freeform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C0C0C0"/>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17AF5" id="Freeform 290" o:spid="_x0000_s1026" style="position:absolute;margin-left:66.15pt;margin-top:2.25pt;width:31.15pt;height: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" path="m84,120c,106,185,36,185,36v,,72,-9,102,-12c317,21,344,,379,v35,,75,11,116,24c536,37,593,65,625,81v32,16,152,34,62,40l84,120xe" fillcolor="silver">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Plaque Type:</w:t>
            </w:r>
          </w:p>
        </w:tc>
        <w:tc>
          <w:tcPr>
            <w:tcW w:w="7895" w:type="dxa"/>
            <w:gridSpan w:val="5"/>
            <w:tcBorders>
              <w:bottom w:val="single" w:sz="2" w:space="0" w:color="FFFFFF"/>
            </w:tcBorders>
            <w:shd w:val="clear" w:color="auto" w:fill="E6E6E6"/>
            <w:tcMar>
              <w:top w:w="28" w:type="dxa"/>
              <w:bottom w:w="28" w:type="dxa"/>
            </w:tcMar>
            <w:vAlign w:val="center"/>
          </w:tcPr>
          <w:p w:rsidR="00B3295A" w:rsidRPr="00BE67C6" w:rsidRDefault="00C906DA" w:rsidP="00BE67C6">
            <w:pPr>
              <w:tabs>
                <w:tab w:val="left" w:pos="2127"/>
              </w:tabs>
              <w:rPr>
                <w:rFonts w:ascii="Arial" w:hAnsi="Arial"/>
                <w:b/>
                <w:bCs/>
                <w:sz w:val="16"/>
                <w:szCs w:val="16"/>
              </w:rPr>
            </w:pPr>
            <w:r w:rsidRPr="00BE67C6">
              <w:rPr>
                <w:rFonts w:ascii="Arial" w:hAnsi="Arial" w:cs="Arial"/>
                <w:noProof/>
                <w:sz w:val="20"/>
                <w:szCs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3762375</wp:posOffset>
                      </wp:positionH>
                      <wp:positionV relativeFrom="paragraph">
                        <wp:posOffset>31750</wp:posOffset>
                      </wp:positionV>
                      <wp:extent cx="335280" cy="62865"/>
                      <wp:effectExtent l="14605" t="16510" r="31115" b="6350"/>
                      <wp:wrapNone/>
                      <wp:docPr id="5" name="Freeform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 cy="62865"/>
                              </a:xfrm>
                              <a:custGeom>
                                <a:avLst/>
                                <a:gdLst>
                                  <a:gd name="T0" fmla="*/ 0 w 528"/>
                                  <a:gd name="T1" fmla="*/ 81 h 81"/>
                                  <a:gd name="T2" fmla="*/ 528 w 528"/>
                                  <a:gd name="T3" fmla="*/ 81 h 81"/>
                                  <a:gd name="T4" fmla="*/ 482 w 528"/>
                                  <a:gd name="T5" fmla="*/ 64 h 81"/>
                                  <a:gd name="T6" fmla="*/ 391 w 528"/>
                                  <a:gd name="T7" fmla="*/ 28 h 81"/>
                                  <a:gd name="T8" fmla="*/ 338 w 528"/>
                                  <a:gd name="T9" fmla="*/ 0 h 81"/>
                                  <a:gd name="T10" fmla="*/ 302 w 528"/>
                                  <a:gd name="T11" fmla="*/ 28 h 81"/>
                                  <a:gd name="T12" fmla="*/ 261 w 528"/>
                                  <a:gd name="T13" fmla="*/ 2 h 81"/>
                                  <a:gd name="T14" fmla="*/ 220 w 528"/>
                                  <a:gd name="T15" fmla="*/ 28 h 81"/>
                                  <a:gd name="T16" fmla="*/ 175 w 528"/>
                                  <a:gd name="T17" fmla="*/ 26 h 81"/>
                                  <a:gd name="T18" fmla="*/ 144 w 528"/>
                                  <a:gd name="T19" fmla="*/ 4 h 81"/>
                                  <a:gd name="T20" fmla="*/ 100 w 528"/>
                                  <a:gd name="T21" fmla="*/ 38 h 81"/>
                                  <a:gd name="T22" fmla="*/ 69 w 528"/>
                                  <a:gd name="T23" fmla="*/ 38 h 81"/>
                                  <a:gd name="T24" fmla="*/ 9 w 528"/>
                                  <a:gd name="T25" fmla="*/ 55 h 81"/>
                                  <a:gd name="T26" fmla="*/ 0 w 528"/>
                                  <a:gd name="T27"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28" h="81">
                                    <a:moveTo>
                                      <a:pt x="0" y="81"/>
                                    </a:moveTo>
                                    <a:lnTo>
                                      <a:pt x="528" y="81"/>
                                    </a:lnTo>
                                    <a:lnTo>
                                      <a:pt x="482" y="64"/>
                                    </a:lnTo>
                                    <a:lnTo>
                                      <a:pt x="391" y="28"/>
                                    </a:lnTo>
                                    <a:lnTo>
                                      <a:pt x="338" y="0"/>
                                    </a:lnTo>
                                    <a:lnTo>
                                      <a:pt x="302" y="28"/>
                                    </a:lnTo>
                                    <a:lnTo>
                                      <a:pt x="261" y="2"/>
                                    </a:lnTo>
                                    <a:lnTo>
                                      <a:pt x="220" y="28"/>
                                    </a:lnTo>
                                    <a:lnTo>
                                      <a:pt x="175" y="26"/>
                                    </a:lnTo>
                                    <a:lnTo>
                                      <a:pt x="144" y="4"/>
                                    </a:lnTo>
                                    <a:lnTo>
                                      <a:pt x="100" y="38"/>
                                    </a:lnTo>
                                    <a:lnTo>
                                      <a:pt x="69" y="38"/>
                                    </a:lnTo>
                                    <a:lnTo>
                                      <a:pt x="9" y="55"/>
                                    </a:lnTo>
                                    <a:lnTo>
                                      <a:pt x="0" y="81"/>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493D3" id="Freeform 293" o:spid="_x0000_s1026" style="position:absolute;margin-left:296.25pt;margin-top:2.5pt;width:26.4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" path="m,81r528,l482,64,391,28,338,,302,28,261,2,220,28,175,26,144,4,100,38r-31,l9,55,,81xe">
                      <v:path arrowok="t" o:connecttype="custom" o:connectlocs="0,62865;335280,62865;306070,49671;248285,21731;214630,0;191770,21731;165735,1552;139700,21731;111125,20179;91440,3104;63500,29492;43815,29492;5715,42686;0,62865" o:connectangles="0,0,0,0,0,0,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5680" behindDoc="0" locked="0" layoutInCell="1" allowOverlap="1">
                      <wp:simplePos x="0" y="0"/>
                      <wp:positionH relativeFrom="column">
                        <wp:posOffset>2546350</wp:posOffset>
                      </wp:positionH>
                      <wp:positionV relativeFrom="paragraph">
                        <wp:posOffset>31750</wp:posOffset>
                      </wp:positionV>
                      <wp:extent cx="395605" cy="61595"/>
                      <wp:effectExtent l="8255" t="6985" r="5715" b="17145"/>
                      <wp:wrapNone/>
                      <wp:docPr id="4" name="Freeform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0938A" id="Freeform 292" o:spid="_x0000_s1026" style="position:absolute;margin-left:200.5pt;margin-top:2.5pt;width:31.15pt;height: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1765300</wp:posOffset>
                      </wp:positionH>
                      <wp:positionV relativeFrom="paragraph">
                        <wp:posOffset>29210</wp:posOffset>
                      </wp:positionV>
                      <wp:extent cx="395605" cy="61595"/>
                      <wp:effectExtent l="8255" t="13970" r="5715" b="10160"/>
                      <wp:wrapNone/>
                      <wp:docPr id="3" name="Freeform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1A046" id="Freeform 291" o:spid="_x0000_s1026" style="position:absolute;margin-left:139pt;margin-top:2.3pt;width:31.15pt;height: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2608" behindDoc="0" locked="0" layoutInCell="1" allowOverlap="1">
                      <wp:simplePos x="0" y="0"/>
                      <wp:positionH relativeFrom="column">
                        <wp:posOffset>664210</wp:posOffset>
                      </wp:positionH>
                      <wp:positionV relativeFrom="paragraph">
                        <wp:posOffset>29845</wp:posOffset>
                      </wp:positionV>
                      <wp:extent cx="395605" cy="61595"/>
                      <wp:effectExtent l="12065" t="5080" r="11430" b="9525"/>
                      <wp:wrapNone/>
                      <wp:docPr id="2" name="Freeform 289"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blipFill dpi="0" rotWithShape="1">
                                <a:blip r:embed="rId6"/>
                                <a:srcRect/>
                                <a:tile tx="0" ty="0" sx="100000" sy="100000" flip="none" algn="tl"/>
                              </a:blip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5F890" id="Freeform 289" o:spid="_x0000_s1026" alt="Granite" style="position:absolute;margin-left:52.3pt;margin-top:2.35pt;width:31.15pt;height:4.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" path="m84,120c,106,185,36,185,36v,,72,-9,102,-12c317,21,344,,379,v35,,75,11,116,24c536,37,593,65,625,81v32,16,152,34,62,40l84,120xe">
                      <v:fill r:id="rId7" o:title="Granite" recolor="t" rotate="t" type="tile"/>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 xml:space="preserve">Homogenous                </w:t>
            </w:r>
            <w:proofErr w:type="spellStart"/>
            <w:r w:rsidR="00B3295A" w:rsidRPr="00BE67C6">
              <w:rPr>
                <w:rFonts w:ascii="Arial" w:hAnsi="Arial" w:cs="Arial"/>
                <w:color w:val="808080"/>
                <w:sz w:val="16"/>
                <w:szCs w:val="16"/>
              </w:rPr>
              <w:t>Heterogenous</w:t>
            </w:r>
            <w:proofErr w:type="spellEnd"/>
            <w:r w:rsidR="00B3295A" w:rsidRPr="00BE67C6">
              <w:rPr>
                <w:rFonts w:ascii="Arial" w:hAnsi="Arial" w:cs="Arial"/>
                <w:color w:val="808080"/>
                <w:sz w:val="16"/>
                <w:szCs w:val="16"/>
              </w:rPr>
              <w:t xml:space="preserve">                Calcific                Smooth Surface                Irregular Surface</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b/>
                <w:bCs/>
                <w:sz w:val="18"/>
                <w:szCs w:val="18"/>
              </w:rPr>
            </w:pPr>
          </w:p>
        </w:tc>
        <w:tc>
          <w:tcPr>
            <w:tcW w:w="3898" w:type="dxa"/>
            <w:gridSpan w:val="2"/>
            <w:shd w:val="clear" w:color="auto" w:fill="E6E6E6"/>
            <w:tcMar>
              <w:top w:w="28" w:type="dxa"/>
              <w:left w:w="57" w:type="dxa"/>
              <w:bottom w:w="28"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Right</w:t>
            </w:r>
          </w:p>
        </w:tc>
        <w:tc>
          <w:tcPr>
            <w:tcW w:w="3997" w:type="dxa"/>
            <w:gridSpan w:val="3"/>
            <w:shd w:val="clear" w:color="auto" w:fill="E6E6E6"/>
            <w:tcMar>
              <w:left w:w="57"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Left</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Vessel Geometry:</w:t>
            </w:r>
          </w:p>
        </w:tc>
        <w:tc>
          <w:tcPr>
            <w:tcW w:w="3898" w:type="dxa"/>
            <w:gridSpan w:val="2"/>
            <w:shd w:val="clear" w:color="auto" w:fill="E6E6E6"/>
            <w:tcMar>
              <w:top w:w="28" w:type="dxa"/>
              <w:left w:w="57" w:type="dxa"/>
              <w:bottom w:w="28" w:type="dxa"/>
              <w:right w:w="57" w:type="dxa"/>
            </w:tcMar>
          </w:tcPr>
          <w:p w:rsidR="00187C90" w:rsidRPr="00BE67C6" w:rsidRDefault="00C906DA" w:rsidP="00BE67C6">
            <w:pPr>
              <w:tabs>
                <w:tab w:val="left" w:pos="2127"/>
              </w:tabs>
              <w:jc w:val="center"/>
              <w:rPr>
                <w:rFonts w:ascii="Arial" w:hAnsi="Arial"/>
                <w:bCs/>
                <w:sz w:val="18"/>
                <w:szCs w:val="18"/>
              </w:rPr>
            </w:pPr>
            <w:r>
              <w:rPr>
                <w:rFonts w:ascii="Arial" w:hAnsi="Arial" w:cs="Arial"/>
                <w:sz w:val="18"/>
                <w:szCs w:val="18"/>
              </w:rPr>
              <w:t>Normal</w:t>
            </w:r>
          </w:p>
        </w:tc>
        <w:tc>
          <w:tcPr>
            <w:tcW w:w="3997" w:type="dxa"/>
            <w:gridSpan w:val="3"/>
            <w:shd w:val="clear" w:color="auto" w:fill="E6E6E6"/>
            <w:tcMar>
              <w:left w:w="57" w:type="dxa"/>
              <w:right w:w="57" w:type="dxa"/>
            </w:tcMar>
          </w:tcPr>
          <w:p w:rsidR="00187C90" w:rsidRPr="00BE67C6" w:rsidRDefault="00C906DA" w:rsidP="00BE67C6">
            <w:pPr>
              <w:tabs>
                <w:tab w:val="left" w:pos="2127"/>
              </w:tabs>
              <w:jc w:val="center"/>
              <w:rPr>
                <w:rFonts w:ascii="Arial" w:hAnsi="Arial"/>
                <w:bCs/>
                <w:sz w:val="18"/>
                <w:szCs w:val="18"/>
              </w:rPr>
            </w:pPr>
            <w:r>
              <w:rPr>
                <w:rFonts w:ascii="Arial" w:hAnsi="Arial" w:cs="Arial"/>
                <w:sz w:val="18"/>
                <w:szCs w:val="18"/>
              </w:rPr>
              <w:t>Normal</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Vertebral Arteries:</w:t>
            </w:r>
          </w:p>
        </w:tc>
        <w:tc>
          <w:tcPr>
            <w:tcW w:w="3898" w:type="dxa"/>
            <w:gridSpan w:val="2"/>
            <w:shd w:val="clear" w:color="auto" w:fill="E6E6E6"/>
            <w:tcMar>
              <w:top w:w="28" w:type="dxa"/>
              <w:left w:w="57" w:type="dxa"/>
              <w:bottom w:w="28" w:type="dxa"/>
              <w:right w:w="57" w:type="dxa"/>
            </w:tcMar>
          </w:tcPr>
          <w:p w:rsidR="00187C90" w:rsidRPr="00BE67C6" w:rsidRDefault="00C906DA" w:rsidP="00BE67C6">
            <w:pPr>
              <w:tabs>
                <w:tab w:val="left" w:pos="2127"/>
              </w:tabs>
              <w:jc w:val="center"/>
              <w:rPr>
                <w:rFonts w:ascii="Arial" w:hAnsi="Arial"/>
                <w:bCs/>
                <w:sz w:val="18"/>
                <w:szCs w:val="18"/>
              </w:rPr>
            </w:pPr>
            <w:proofErr w:type="spellStart"/>
            <w:r>
              <w:rPr>
                <w:rFonts w:ascii="Arial" w:hAnsi="Arial" w:cs="Arial"/>
                <w:sz w:val="18"/>
                <w:szCs w:val="18"/>
              </w:rPr>
              <w:t>Antegrade</w:t>
            </w:r>
            <w:proofErr w:type="spellEnd"/>
          </w:p>
        </w:tc>
        <w:tc>
          <w:tcPr>
            <w:tcW w:w="3997" w:type="dxa"/>
            <w:gridSpan w:val="3"/>
            <w:shd w:val="clear" w:color="auto" w:fill="E6E6E6"/>
            <w:tcMar>
              <w:left w:w="57" w:type="dxa"/>
              <w:right w:w="57" w:type="dxa"/>
            </w:tcMar>
          </w:tcPr>
          <w:p w:rsidR="00187C90" w:rsidRPr="00BE67C6" w:rsidRDefault="00C906DA" w:rsidP="00BE67C6">
            <w:pPr>
              <w:tabs>
                <w:tab w:val="left" w:pos="2127"/>
              </w:tabs>
              <w:jc w:val="center"/>
              <w:rPr>
                <w:rFonts w:ascii="Arial" w:hAnsi="Arial"/>
                <w:bCs/>
                <w:sz w:val="18"/>
                <w:szCs w:val="18"/>
              </w:rPr>
            </w:pPr>
            <w:proofErr w:type="spellStart"/>
            <w:r>
              <w:rPr>
                <w:rFonts w:ascii="Arial" w:hAnsi="Arial" w:cs="Arial"/>
                <w:sz w:val="18"/>
                <w:szCs w:val="18"/>
              </w:rPr>
              <w:t>Antegrade</w:t>
            </w:r>
            <w:proofErr w:type="spellEnd"/>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 xml:space="preserve">ICA </w:t>
            </w:r>
            <w:r w:rsidRPr="00BE67C6">
              <w:rPr>
                <w:rFonts w:ascii="Arial" w:hAnsi="Arial" w:cs="Arial"/>
                <w:color w:val="808080"/>
                <w:sz w:val="18"/>
                <w:szCs w:val="18"/>
              </w:rPr>
              <w:t>% Stenosis:</w:t>
            </w:r>
          </w:p>
        </w:tc>
        <w:tc>
          <w:tcPr>
            <w:tcW w:w="3898" w:type="dxa"/>
            <w:gridSpan w:val="2"/>
            <w:shd w:val="clear" w:color="auto" w:fill="E6E6E6"/>
            <w:tcMar>
              <w:top w:w="28" w:type="dxa"/>
              <w:left w:w="57" w:type="dxa"/>
              <w:bottom w:w="28" w:type="dxa"/>
              <w:right w:w="57" w:type="dxa"/>
            </w:tcMar>
          </w:tcPr>
          <w:p w:rsidR="00187C90" w:rsidRPr="00BE67C6" w:rsidRDefault="00C906DA" w:rsidP="00BE67C6">
            <w:pPr>
              <w:tabs>
                <w:tab w:val="left" w:pos="2127"/>
              </w:tabs>
              <w:jc w:val="center"/>
              <w:rPr>
                <w:rFonts w:ascii="Arial" w:hAnsi="Arial" w:cs="Arial"/>
                <w:sz w:val="18"/>
                <w:szCs w:val="18"/>
              </w:rPr>
            </w:pPr>
            <w:r>
              <w:rPr>
                <w:rFonts w:ascii="Arial" w:hAnsi="Arial" w:cs="Arial"/>
                <w:sz w:val="18"/>
                <w:szCs w:val="18"/>
              </w:rPr>
              <w:t>&gt;90</w:t>
            </w:r>
            <w:r w:rsidR="00607655" w:rsidRPr="00BE67C6">
              <w:rPr>
                <w:rFonts w:ascii="Arial" w:hAnsi="Arial" w:cs="Arial"/>
                <w:sz w:val="18"/>
                <w:szCs w:val="18"/>
              </w:rPr>
              <w:t xml:space="preserve"> %</w:t>
            </w:r>
            <w:r>
              <w:rPr>
                <w:rFonts w:ascii="Arial" w:hAnsi="Arial" w:cs="Arial"/>
                <w:sz w:val="18"/>
                <w:szCs w:val="18"/>
              </w:rPr>
              <w:t xml:space="preserve"> (see comments)</w:t>
            </w:r>
          </w:p>
        </w:tc>
        <w:tc>
          <w:tcPr>
            <w:tcW w:w="3997" w:type="dxa"/>
            <w:gridSpan w:val="3"/>
            <w:shd w:val="clear" w:color="auto" w:fill="E6E6E6"/>
            <w:tcMar>
              <w:left w:w="57" w:type="dxa"/>
              <w:right w:w="57" w:type="dxa"/>
            </w:tcMar>
          </w:tcPr>
          <w:p w:rsidR="00187C90" w:rsidRPr="00BE67C6" w:rsidRDefault="00C906DA" w:rsidP="00BE67C6">
            <w:pPr>
              <w:tabs>
                <w:tab w:val="left" w:pos="2127"/>
              </w:tabs>
              <w:jc w:val="center"/>
              <w:rPr>
                <w:rFonts w:ascii="Arial" w:hAnsi="Arial" w:cs="Arial"/>
                <w:sz w:val="18"/>
                <w:szCs w:val="18"/>
              </w:rPr>
            </w:pPr>
            <w:r>
              <w:rPr>
                <w:rFonts w:ascii="Arial" w:hAnsi="Arial" w:cs="Arial"/>
                <w:sz w:val="18"/>
                <w:szCs w:val="18"/>
              </w:rPr>
              <w:t>50-59</w:t>
            </w:r>
            <w:r w:rsidR="00607655" w:rsidRPr="00BE67C6">
              <w:rPr>
                <w:rFonts w:ascii="Arial" w:hAnsi="Arial" w:cs="Arial"/>
                <w:sz w:val="18"/>
                <w:szCs w:val="18"/>
              </w:rPr>
              <w:t xml:space="preserve"> %</w:t>
            </w:r>
          </w:p>
        </w:tc>
      </w:tr>
      <w:tr w:rsidR="007D6535" w:rsidRPr="00BE67C6" w:rsidTr="00BE67C6">
        <w:tc>
          <w:tcPr>
            <w:tcW w:w="1943" w:type="dxa"/>
            <w:shd w:val="clear" w:color="auto" w:fill="E6E6E6"/>
            <w:vAlign w:val="center"/>
          </w:tcPr>
          <w:p w:rsidR="007D6535" w:rsidRDefault="007D6535" w:rsidP="00BE67C6">
            <w:pPr>
              <w:tabs>
                <w:tab w:val="left" w:pos="2127"/>
              </w:tabs>
              <w:rPr>
                <w:rFonts w:ascii="Arial" w:hAnsi="Arial" w:cs="Arial"/>
                <w:color w:val="808080"/>
                <w:sz w:val="18"/>
                <w:szCs w:val="18"/>
              </w:rPr>
            </w:pPr>
            <w:r w:rsidRPr="00BE67C6">
              <w:rPr>
                <w:rFonts w:ascii="Arial" w:hAnsi="Arial" w:cs="Arial"/>
                <w:color w:val="808080"/>
                <w:sz w:val="18"/>
                <w:szCs w:val="18"/>
              </w:rPr>
              <w:t>ICA/CCA Ratio:</w:t>
            </w:r>
          </w:p>
        </w:tc>
        <w:tc>
          <w:tcPr>
            <w:tcW w:w="3898" w:type="dxa"/>
            <w:gridSpan w:val="2"/>
            <w:shd w:val="clear" w:color="auto" w:fill="E6E6E6"/>
            <w:tcMar>
              <w:top w:w="28" w:type="dxa"/>
              <w:left w:w="57" w:type="dxa"/>
              <w:bottom w:w="28" w:type="dxa"/>
              <w:right w:w="57" w:type="dxa"/>
            </w:tcMar>
          </w:tcPr>
          <w:p w:rsidR="007D6535" w:rsidRPr="007D6535" w:rsidRDefault="00C906DA" w:rsidP="00BE67C6">
            <w:pPr>
              <w:tabs>
                <w:tab w:val="left" w:pos="2127"/>
              </w:tabs>
              <w:jc w:val="center"/>
              <w:rPr>
                <w:rFonts w:ascii="Arial" w:hAnsi="Arial" w:cs="Arial"/>
                <w:sz w:val="18"/>
                <w:szCs w:val="18"/>
              </w:rPr>
            </w:pPr>
            <w:r>
              <w:rPr>
                <w:rFonts w:ascii="Arial" w:hAnsi="Arial" w:cs="Arial"/>
                <w:sz w:val="18"/>
                <w:szCs w:val="18"/>
              </w:rPr>
              <w:t>7.8</w:t>
            </w:r>
          </w:p>
        </w:tc>
        <w:tc>
          <w:tcPr>
            <w:tcW w:w="3997" w:type="dxa"/>
            <w:gridSpan w:val="3"/>
            <w:shd w:val="clear" w:color="auto" w:fill="E6E6E6"/>
            <w:tcMar>
              <w:left w:w="57" w:type="dxa"/>
              <w:right w:w="57" w:type="dxa"/>
            </w:tcMar>
          </w:tcPr>
          <w:p w:rsidR="007D6535" w:rsidRPr="007D6535" w:rsidRDefault="00C906DA" w:rsidP="00BE67C6">
            <w:pPr>
              <w:tabs>
                <w:tab w:val="left" w:pos="2127"/>
              </w:tabs>
              <w:jc w:val="center"/>
              <w:rPr>
                <w:rFonts w:ascii="Arial" w:hAnsi="Arial" w:cs="Arial"/>
                <w:sz w:val="18"/>
                <w:szCs w:val="18"/>
              </w:rPr>
            </w:pPr>
            <w:r>
              <w:rPr>
                <w:rFonts w:ascii="Arial" w:hAnsi="Arial" w:cs="Arial"/>
                <w:sz w:val="18"/>
                <w:szCs w:val="18"/>
              </w:rPr>
              <w:t>1.9</w:t>
            </w:r>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ECA % Stenosis:</w:t>
            </w:r>
          </w:p>
        </w:tc>
        <w:tc>
          <w:tcPr>
            <w:tcW w:w="3898" w:type="dxa"/>
            <w:gridSpan w:val="2"/>
            <w:shd w:val="clear" w:color="auto" w:fill="E6E6E6"/>
            <w:tcMar>
              <w:top w:w="28" w:type="dxa"/>
              <w:left w:w="57" w:type="dxa"/>
              <w:bottom w:w="28" w:type="dxa"/>
              <w:right w:w="57" w:type="dxa"/>
            </w:tcMar>
          </w:tcPr>
          <w:p w:rsidR="00187C90" w:rsidRPr="00BE67C6" w:rsidRDefault="00C906DA" w:rsidP="00BE67C6">
            <w:pPr>
              <w:tabs>
                <w:tab w:val="left" w:pos="2127"/>
              </w:tabs>
              <w:jc w:val="center"/>
              <w:rPr>
                <w:rFonts w:ascii="Arial" w:hAnsi="Arial" w:cs="Arial"/>
                <w:sz w:val="18"/>
                <w:szCs w:val="18"/>
              </w:rPr>
            </w:pPr>
            <w:r>
              <w:rPr>
                <w:rFonts w:ascii="Arial" w:hAnsi="Arial" w:cs="Arial"/>
                <w:sz w:val="18"/>
                <w:szCs w:val="18"/>
              </w:rPr>
              <w:t>75-99</w:t>
            </w:r>
            <w:r w:rsidR="00187C90" w:rsidRPr="00BE67C6">
              <w:rPr>
                <w:rFonts w:ascii="Arial" w:hAnsi="Arial" w:cs="Arial"/>
                <w:sz w:val="18"/>
                <w:szCs w:val="18"/>
              </w:rPr>
              <w:t xml:space="preserve"> %</w:t>
            </w:r>
          </w:p>
        </w:tc>
        <w:tc>
          <w:tcPr>
            <w:tcW w:w="3997" w:type="dxa"/>
            <w:gridSpan w:val="3"/>
            <w:shd w:val="clear" w:color="auto" w:fill="E6E6E6"/>
            <w:tcMar>
              <w:left w:w="57" w:type="dxa"/>
              <w:right w:w="57" w:type="dxa"/>
            </w:tcMar>
          </w:tcPr>
          <w:p w:rsidR="00187C90" w:rsidRPr="00BE67C6" w:rsidRDefault="00C906DA" w:rsidP="00BE67C6">
            <w:pPr>
              <w:tabs>
                <w:tab w:val="left" w:pos="2127"/>
              </w:tabs>
              <w:jc w:val="center"/>
              <w:rPr>
                <w:rFonts w:ascii="Arial" w:hAnsi="Arial" w:cs="Arial"/>
                <w:sz w:val="18"/>
                <w:szCs w:val="18"/>
              </w:rPr>
            </w:pPr>
            <w:r>
              <w:rPr>
                <w:rFonts w:ascii="Arial" w:hAnsi="Arial" w:cs="Arial"/>
                <w:sz w:val="18"/>
                <w:szCs w:val="18"/>
              </w:rPr>
              <w:t>&lt;50</w:t>
            </w:r>
            <w:r w:rsidR="00187C90" w:rsidRPr="00BE67C6">
              <w:rPr>
                <w:rFonts w:ascii="Arial" w:hAnsi="Arial" w:cs="Arial"/>
                <w:sz w:val="18"/>
                <w:szCs w:val="18"/>
              </w:rPr>
              <w:t xml:space="preserve"> %</w:t>
            </w:r>
          </w:p>
        </w:tc>
      </w:tr>
      <w:tr w:rsidR="009A34D2" w:rsidRPr="00BE67C6" w:rsidTr="00BE67C6">
        <w:tc>
          <w:tcPr>
            <w:tcW w:w="1943" w:type="dxa"/>
            <w:shd w:val="clear" w:color="auto" w:fill="auto"/>
            <w:tcMar>
              <w:top w:w="28" w:type="dxa"/>
              <w:left w:w="57" w:type="dxa"/>
              <w:bottom w:w="28" w:type="dxa"/>
              <w:right w:w="57" w:type="dxa"/>
            </w:tcMar>
          </w:tcPr>
          <w:p w:rsidR="009A34D2" w:rsidRPr="00BE67C6" w:rsidRDefault="009A34D2" w:rsidP="00BE67C6">
            <w:pPr>
              <w:tabs>
                <w:tab w:val="left" w:pos="2127"/>
              </w:tabs>
              <w:rPr>
                <w:rFonts w:ascii="Arial" w:hAnsi="Arial" w:cs="Arial"/>
                <w:color w:val="808080"/>
                <w:sz w:val="18"/>
                <w:szCs w:val="18"/>
              </w:rPr>
            </w:pPr>
          </w:p>
        </w:tc>
        <w:tc>
          <w:tcPr>
            <w:tcW w:w="7895" w:type="dxa"/>
            <w:gridSpan w:val="5"/>
            <w:shd w:val="clear" w:color="auto" w:fill="auto"/>
            <w:tcMar>
              <w:top w:w="28" w:type="dxa"/>
              <w:bottom w:w="28" w:type="dxa"/>
            </w:tcMar>
          </w:tcPr>
          <w:p w:rsidR="009A34D2" w:rsidRPr="00BE67C6" w:rsidRDefault="009A34D2" w:rsidP="00BE67C6">
            <w:pPr>
              <w:tabs>
                <w:tab w:val="left" w:pos="2127"/>
              </w:tabs>
              <w:rPr>
                <w:rFonts w:ascii="Arial" w:hAnsi="Arial"/>
                <w:b/>
                <w:bCs/>
                <w:sz w:val="18"/>
                <w:szCs w:val="18"/>
              </w:rPr>
            </w:pP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61539B" w:rsidP="00BE67C6">
            <w:pPr>
              <w:tabs>
                <w:tab w:val="left" w:pos="2127"/>
              </w:tabs>
              <w:rPr>
                <w:rFonts w:ascii="Arial" w:hAnsi="Arial" w:cs="Arial"/>
                <w:color w:val="808080"/>
                <w:sz w:val="18"/>
                <w:szCs w:val="18"/>
              </w:rPr>
            </w:pPr>
            <w:r w:rsidRPr="00BE67C6">
              <w:rPr>
                <w:rFonts w:ascii="Arial" w:hAnsi="Arial" w:cs="Arial"/>
                <w:bCs/>
                <w:color w:val="808080"/>
                <w:sz w:val="18"/>
                <w:szCs w:val="18"/>
              </w:rPr>
              <w:t>Comments</w:t>
            </w:r>
            <w:r w:rsidR="00784424" w:rsidRPr="00BE67C6">
              <w:rPr>
                <w:rFonts w:ascii="Arial" w:hAnsi="Arial" w:cs="Arial"/>
                <w:bCs/>
                <w:color w:val="808080"/>
                <w:sz w:val="18"/>
                <w:szCs w:val="18"/>
              </w:rPr>
              <w:t>:</w:t>
            </w:r>
          </w:p>
        </w:tc>
        <w:tc>
          <w:tcPr>
            <w:tcW w:w="7895" w:type="dxa"/>
            <w:gridSpan w:val="5"/>
            <w:shd w:val="clear" w:color="auto" w:fill="auto"/>
            <w:tcMar>
              <w:top w:w="28" w:type="dxa"/>
              <w:bottom w:w="28" w:type="dxa"/>
            </w:tcMar>
          </w:tcPr>
          <w:p w:rsidR="00C906DA" w:rsidRDefault="00060B26" w:rsidP="00C906DA">
            <w:pPr>
              <w:tabs>
                <w:tab w:val="left" w:pos="867"/>
              </w:tabs>
              <w:rPr>
                <w:rFonts w:ascii="Arial" w:hAnsi="Arial" w:cs="Arial"/>
                <w:sz w:val="18"/>
                <w:szCs w:val="20"/>
              </w:rPr>
            </w:pPr>
            <w:r>
              <w:rPr>
                <w:rFonts w:ascii="Arial" w:hAnsi="Arial" w:cs="Arial"/>
                <w:sz w:val="18"/>
                <w:szCs w:val="20"/>
              </w:rPr>
              <w:t>Right:</w:t>
            </w:r>
            <w:r w:rsidR="00C906DA">
              <w:rPr>
                <w:rFonts w:ascii="Arial" w:hAnsi="Arial" w:cs="Arial"/>
                <w:sz w:val="18"/>
                <w:szCs w:val="20"/>
              </w:rPr>
              <w:t xml:space="preserve"> There is a tight stenosis at the ICA origin that is difficult to assess due to the dense calcification. The ICA PSV and ICA/CCA ratio indicate that this is a &gt;90% stenosis but less than near occlusion. This ICA stenosis measures 2.2cm in length, and there is no atheroma seen in the ICA at the jawline. Mild atheroma in the distal CCA. Normal subclavian flow.</w:t>
            </w:r>
          </w:p>
          <w:p w:rsidR="00784424" w:rsidRPr="00BE67C6" w:rsidRDefault="00784424" w:rsidP="00C906DA">
            <w:pPr>
              <w:tabs>
                <w:tab w:val="left" w:pos="867"/>
              </w:tabs>
              <w:rPr>
                <w:rFonts w:ascii="Arial" w:hAnsi="Arial"/>
                <w:bCs/>
                <w:sz w:val="18"/>
                <w:szCs w:val="18"/>
              </w:rPr>
            </w:pP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p>
        </w:tc>
        <w:tc>
          <w:tcPr>
            <w:tcW w:w="7895" w:type="dxa"/>
            <w:gridSpan w:val="5"/>
            <w:shd w:val="clear" w:color="auto" w:fill="auto"/>
            <w:tcMar>
              <w:top w:w="28" w:type="dxa"/>
              <w:bottom w:w="28" w:type="dxa"/>
            </w:tcMar>
          </w:tcPr>
          <w:p w:rsidR="00784424" w:rsidRDefault="00060B26" w:rsidP="00C906DA">
            <w:pPr>
              <w:tabs>
                <w:tab w:val="left" w:pos="867"/>
              </w:tabs>
              <w:rPr>
                <w:rFonts w:ascii="Arial" w:hAnsi="Arial" w:cs="Arial"/>
                <w:sz w:val="18"/>
                <w:szCs w:val="20"/>
              </w:rPr>
            </w:pPr>
            <w:r>
              <w:rPr>
                <w:rFonts w:ascii="Arial" w:hAnsi="Arial"/>
                <w:bCs/>
                <w:sz w:val="18"/>
                <w:szCs w:val="18"/>
              </w:rPr>
              <w:t>Left:</w:t>
            </w:r>
            <w:r w:rsidR="00C906DA">
              <w:rPr>
                <w:rFonts w:ascii="Arial" w:hAnsi="Arial"/>
                <w:bCs/>
                <w:sz w:val="18"/>
                <w:szCs w:val="18"/>
              </w:rPr>
              <w:t xml:space="preserve"> There is </w:t>
            </w:r>
            <w:r w:rsidR="00C906DA">
              <w:rPr>
                <w:rFonts w:ascii="Arial" w:hAnsi="Arial" w:cs="Arial"/>
                <w:sz w:val="18"/>
                <w:szCs w:val="20"/>
              </w:rPr>
              <w:t>50-59% stenosis at the ICA origin that measures 2.0cm in length. There is no atheroma seen in the ICA at the jawline. Mild atheroma in the distal CCA. Normal subclavian flow.</w:t>
            </w:r>
          </w:p>
          <w:p w:rsidR="00C906DA" w:rsidRPr="00BE67C6" w:rsidRDefault="00C906DA" w:rsidP="00C906DA">
            <w:pPr>
              <w:tabs>
                <w:tab w:val="left" w:pos="867"/>
              </w:tabs>
              <w:rPr>
                <w:rFonts w:ascii="Arial" w:hAnsi="Arial"/>
                <w:bCs/>
                <w:sz w:val="18"/>
                <w:szCs w:val="18"/>
              </w:rPr>
            </w:pPr>
          </w:p>
        </w:tc>
      </w:tr>
      <w:tr w:rsidR="00784424" w:rsidRPr="00BE67C6" w:rsidTr="00BE67C6">
        <w:tc>
          <w:tcPr>
            <w:tcW w:w="1943" w:type="dxa"/>
            <w:shd w:val="clear" w:color="auto" w:fill="E6E6E6"/>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r w:rsidRPr="00BE67C6">
              <w:rPr>
                <w:rFonts w:ascii="Arial" w:hAnsi="Arial"/>
                <w:color w:val="808080"/>
                <w:sz w:val="18"/>
                <w:szCs w:val="18"/>
              </w:rPr>
              <w:t>Scanned by:</w:t>
            </w:r>
            <w:r w:rsidRPr="00BE67C6">
              <w:rPr>
                <w:rFonts w:ascii="Arial" w:hAnsi="Arial"/>
                <w:sz w:val="18"/>
                <w:szCs w:val="18"/>
              </w:rPr>
              <w:tab/>
            </w:r>
          </w:p>
        </w:tc>
        <w:tc>
          <w:tcPr>
            <w:tcW w:w="7895" w:type="dxa"/>
            <w:gridSpan w:val="5"/>
            <w:shd w:val="clear" w:color="auto" w:fill="E6E6E6"/>
            <w:tcMar>
              <w:top w:w="28" w:type="dxa"/>
              <w:bottom w:w="28" w:type="dxa"/>
            </w:tcMar>
          </w:tcPr>
          <w:p w:rsidR="00784424" w:rsidRPr="00C906DA" w:rsidRDefault="00C906DA" w:rsidP="00BE67C6">
            <w:pPr>
              <w:tabs>
                <w:tab w:val="left" w:pos="867"/>
              </w:tabs>
              <w:rPr>
                <w:rFonts w:ascii="Arial" w:hAnsi="Arial"/>
                <w:bCs/>
                <w:sz w:val="18"/>
                <w:szCs w:val="18"/>
              </w:rPr>
            </w:pPr>
            <w:r>
              <w:rPr>
                <w:rFonts w:ascii="Arial" w:hAnsi="Arial" w:cs="Arial"/>
                <w:sz w:val="18"/>
                <w:szCs w:val="18"/>
              </w:rPr>
              <w:t xml:space="preserve">Robert James - Clinical Vascular Scientist </w:t>
            </w:r>
          </w:p>
        </w:tc>
      </w:tr>
    </w:tbl>
    <w:p w:rsidR="00694581" w:rsidRPr="002D5F9B" w:rsidRDefault="00694581">
      <w:pPr>
        <w:rPr>
          <w:rFonts w:ascii="Arial" w:hAnsi="Arial" w:cs="Arial"/>
          <w:color w:val="404040"/>
          <w:sz w:val="18"/>
          <w:szCs w:val="18"/>
        </w:rPr>
      </w:pPr>
    </w:p>
    <w:sectPr w:rsidR="00694581" w:rsidRPr="002D5F9B" w:rsidSect="00DF515F">
      <w:headerReference w:type="default" r:id="rId8"/>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6DA" w:rsidRDefault="00C906DA">
      <w:r>
        <w:separator/>
      </w:r>
    </w:p>
  </w:endnote>
  <w:endnote w:type="continuationSeparator" w:id="0">
    <w:p w:rsidR="00C906DA" w:rsidRDefault="00C90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6DA" w:rsidRDefault="00C906DA">
      <w:r>
        <w:separator/>
      </w:r>
    </w:p>
  </w:footnote>
  <w:footnote w:type="continuationSeparator" w:id="0">
    <w:p w:rsidR="00C906DA" w:rsidRDefault="00C90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AAD" w:rsidRDefault="00C906DA">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4775835</wp:posOffset>
          </wp:positionH>
          <wp:positionV relativeFrom="paragraph">
            <wp:posOffset>-27305</wp:posOffset>
          </wp:positionV>
          <wp:extent cx="1452880" cy="5702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6DA"/>
    <w:rsid w:val="000071E8"/>
    <w:rsid w:val="00041AD2"/>
    <w:rsid w:val="00052659"/>
    <w:rsid w:val="00054AC7"/>
    <w:rsid w:val="00060B26"/>
    <w:rsid w:val="00082FF5"/>
    <w:rsid w:val="000A3239"/>
    <w:rsid w:val="000D4C8F"/>
    <w:rsid w:val="000F2232"/>
    <w:rsid w:val="000F4957"/>
    <w:rsid w:val="00106CEB"/>
    <w:rsid w:val="00115ED6"/>
    <w:rsid w:val="00130125"/>
    <w:rsid w:val="00130D4E"/>
    <w:rsid w:val="00175A86"/>
    <w:rsid w:val="001829A0"/>
    <w:rsid w:val="00187C90"/>
    <w:rsid w:val="001D4A26"/>
    <w:rsid w:val="001F0ECE"/>
    <w:rsid w:val="002027E7"/>
    <w:rsid w:val="0020510B"/>
    <w:rsid w:val="00210B25"/>
    <w:rsid w:val="00211588"/>
    <w:rsid w:val="00214C28"/>
    <w:rsid w:val="00216637"/>
    <w:rsid w:val="00220B9B"/>
    <w:rsid w:val="002523B4"/>
    <w:rsid w:val="00252DD3"/>
    <w:rsid w:val="00267D9C"/>
    <w:rsid w:val="00282151"/>
    <w:rsid w:val="002845F4"/>
    <w:rsid w:val="002A575D"/>
    <w:rsid w:val="002C2267"/>
    <w:rsid w:val="002D26EA"/>
    <w:rsid w:val="002D5608"/>
    <w:rsid w:val="002D5F9B"/>
    <w:rsid w:val="002D72BD"/>
    <w:rsid w:val="002E7DA4"/>
    <w:rsid w:val="002F1B84"/>
    <w:rsid w:val="002F29A9"/>
    <w:rsid w:val="00317A10"/>
    <w:rsid w:val="00324B94"/>
    <w:rsid w:val="00332965"/>
    <w:rsid w:val="003512C1"/>
    <w:rsid w:val="003605C4"/>
    <w:rsid w:val="00361F8D"/>
    <w:rsid w:val="003979C6"/>
    <w:rsid w:val="003A31C2"/>
    <w:rsid w:val="003B7DF9"/>
    <w:rsid w:val="003F6A8A"/>
    <w:rsid w:val="00400424"/>
    <w:rsid w:val="00402BD8"/>
    <w:rsid w:val="0041713E"/>
    <w:rsid w:val="0043201F"/>
    <w:rsid w:val="004400FD"/>
    <w:rsid w:val="00443A11"/>
    <w:rsid w:val="00446D9E"/>
    <w:rsid w:val="00447469"/>
    <w:rsid w:val="004478EC"/>
    <w:rsid w:val="004479C2"/>
    <w:rsid w:val="00447AFF"/>
    <w:rsid w:val="00475D18"/>
    <w:rsid w:val="004932D3"/>
    <w:rsid w:val="004934E7"/>
    <w:rsid w:val="004A51E9"/>
    <w:rsid w:val="004F7760"/>
    <w:rsid w:val="0054274D"/>
    <w:rsid w:val="005656EE"/>
    <w:rsid w:val="005900BB"/>
    <w:rsid w:val="00591C95"/>
    <w:rsid w:val="00592827"/>
    <w:rsid w:val="005B777D"/>
    <w:rsid w:val="005D31EC"/>
    <w:rsid w:val="005E5BC0"/>
    <w:rsid w:val="00607655"/>
    <w:rsid w:val="0061539B"/>
    <w:rsid w:val="00624A33"/>
    <w:rsid w:val="00633171"/>
    <w:rsid w:val="00633D1A"/>
    <w:rsid w:val="00636F18"/>
    <w:rsid w:val="0064263F"/>
    <w:rsid w:val="006851FE"/>
    <w:rsid w:val="00687CAB"/>
    <w:rsid w:val="006915B8"/>
    <w:rsid w:val="00694581"/>
    <w:rsid w:val="0069553D"/>
    <w:rsid w:val="00696E1A"/>
    <w:rsid w:val="006B7347"/>
    <w:rsid w:val="006D7699"/>
    <w:rsid w:val="006E6997"/>
    <w:rsid w:val="006F3426"/>
    <w:rsid w:val="00722333"/>
    <w:rsid w:val="00727221"/>
    <w:rsid w:val="007361C2"/>
    <w:rsid w:val="00740706"/>
    <w:rsid w:val="00745D26"/>
    <w:rsid w:val="00766B4B"/>
    <w:rsid w:val="00774A18"/>
    <w:rsid w:val="0077506E"/>
    <w:rsid w:val="00781E01"/>
    <w:rsid w:val="00784424"/>
    <w:rsid w:val="007959A1"/>
    <w:rsid w:val="00796372"/>
    <w:rsid w:val="007A6805"/>
    <w:rsid w:val="007A7B01"/>
    <w:rsid w:val="007B4530"/>
    <w:rsid w:val="007C070F"/>
    <w:rsid w:val="007D6535"/>
    <w:rsid w:val="008022C9"/>
    <w:rsid w:val="00804137"/>
    <w:rsid w:val="0083615F"/>
    <w:rsid w:val="00845175"/>
    <w:rsid w:val="008456C7"/>
    <w:rsid w:val="008527CA"/>
    <w:rsid w:val="00866EAE"/>
    <w:rsid w:val="008817E2"/>
    <w:rsid w:val="008A322D"/>
    <w:rsid w:val="008B1CA5"/>
    <w:rsid w:val="008B5D7F"/>
    <w:rsid w:val="008C3548"/>
    <w:rsid w:val="008D344E"/>
    <w:rsid w:val="008E3ADB"/>
    <w:rsid w:val="0091132C"/>
    <w:rsid w:val="00911F56"/>
    <w:rsid w:val="00937D9E"/>
    <w:rsid w:val="0094691B"/>
    <w:rsid w:val="0097071D"/>
    <w:rsid w:val="009A34D2"/>
    <w:rsid w:val="009A5CA0"/>
    <w:rsid w:val="009C6954"/>
    <w:rsid w:val="009D2BAA"/>
    <w:rsid w:val="009F4722"/>
    <w:rsid w:val="00A00D03"/>
    <w:rsid w:val="00A50BBC"/>
    <w:rsid w:val="00A5497F"/>
    <w:rsid w:val="00A60EB5"/>
    <w:rsid w:val="00A637CC"/>
    <w:rsid w:val="00A63D5A"/>
    <w:rsid w:val="00A67164"/>
    <w:rsid w:val="00A74745"/>
    <w:rsid w:val="00A7491A"/>
    <w:rsid w:val="00AA6449"/>
    <w:rsid w:val="00AB235A"/>
    <w:rsid w:val="00AC0941"/>
    <w:rsid w:val="00AC280B"/>
    <w:rsid w:val="00AC6839"/>
    <w:rsid w:val="00AE30A1"/>
    <w:rsid w:val="00AE79B0"/>
    <w:rsid w:val="00AF27D7"/>
    <w:rsid w:val="00B03BAE"/>
    <w:rsid w:val="00B3295A"/>
    <w:rsid w:val="00B349A1"/>
    <w:rsid w:val="00B46ED4"/>
    <w:rsid w:val="00B55178"/>
    <w:rsid w:val="00B67AFA"/>
    <w:rsid w:val="00B80315"/>
    <w:rsid w:val="00BC590F"/>
    <w:rsid w:val="00BE67C6"/>
    <w:rsid w:val="00C4581A"/>
    <w:rsid w:val="00C46C3E"/>
    <w:rsid w:val="00C47CD3"/>
    <w:rsid w:val="00C719CC"/>
    <w:rsid w:val="00C72E47"/>
    <w:rsid w:val="00C906DA"/>
    <w:rsid w:val="00C9350C"/>
    <w:rsid w:val="00CA55FD"/>
    <w:rsid w:val="00CA59E4"/>
    <w:rsid w:val="00CA688E"/>
    <w:rsid w:val="00CC6657"/>
    <w:rsid w:val="00CD7188"/>
    <w:rsid w:val="00CF47AC"/>
    <w:rsid w:val="00D04D6F"/>
    <w:rsid w:val="00D34D9F"/>
    <w:rsid w:val="00D42CEC"/>
    <w:rsid w:val="00D605F8"/>
    <w:rsid w:val="00D63A52"/>
    <w:rsid w:val="00D665F2"/>
    <w:rsid w:val="00D66860"/>
    <w:rsid w:val="00D8557F"/>
    <w:rsid w:val="00D967E3"/>
    <w:rsid w:val="00DC3722"/>
    <w:rsid w:val="00DD13FB"/>
    <w:rsid w:val="00DE5341"/>
    <w:rsid w:val="00DF515F"/>
    <w:rsid w:val="00E04A77"/>
    <w:rsid w:val="00E071B6"/>
    <w:rsid w:val="00E119DC"/>
    <w:rsid w:val="00E16921"/>
    <w:rsid w:val="00E21EED"/>
    <w:rsid w:val="00E32002"/>
    <w:rsid w:val="00E35AAD"/>
    <w:rsid w:val="00E5017E"/>
    <w:rsid w:val="00E66B96"/>
    <w:rsid w:val="00E70784"/>
    <w:rsid w:val="00E75EB3"/>
    <w:rsid w:val="00E85BE9"/>
    <w:rsid w:val="00E868DA"/>
    <w:rsid w:val="00E96ADB"/>
    <w:rsid w:val="00EA12E8"/>
    <w:rsid w:val="00EC3362"/>
    <w:rsid w:val="00ED5FE4"/>
    <w:rsid w:val="00ED705A"/>
    <w:rsid w:val="00EE2F0D"/>
    <w:rsid w:val="00EE5FD5"/>
    <w:rsid w:val="00EF042D"/>
    <w:rsid w:val="00F002D2"/>
    <w:rsid w:val="00F105C7"/>
    <w:rsid w:val="00F203DB"/>
    <w:rsid w:val="00F22415"/>
    <w:rsid w:val="00F46177"/>
    <w:rsid w:val="00F6113C"/>
    <w:rsid w:val="00F63AEE"/>
    <w:rsid w:val="00FA5234"/>
    <w:rsid w:val="00FB0EF0"/>
    <w:rsid w:val="00FB3059"/>
    <w:rsid w:val="00FC3506"/>
    <w:rsid w:val="00FD5807"/>
    <w:rsid w:val="00FF28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D374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BalloonText">
    <w:name w:val="Balloon Text"/>
    <w:basedOn w:val="Normal"/>
    <w:link w:val="BalloonTextChar"/>
    <w:rsid w:val="00FF281A"/>
    <w:rPr>
      <w:rFonts w:ascii="Segoe UI" w:hAnsi="Segoe UI" w:cs="Segoe UI"/>
      <w:sz w:val="18"/>
      <w:szCs w:val="18"/>
    </w:rPr>
  </w:style>
  <w:style w:type="character" w:customStyle="1" w:styleId="BalloonTextChar">
    <w:name w:val="Balloon Text Char"/>
    <w:basedOn w:val="DefaultParagraphFont"/>
    <w:link w:val="BalloonText"/>
    <w:rsid w:val="00FF281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1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A:\VascularLab\Genesis%20International\Genesis%202%20International\Carotid\Carotid%20Standard%20PCH%20n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Carotid Standard PCH nl</Template>
  <TotalTime>0</TotalTime>
  <Pages>1</Pages>
  <Words>182</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Patient:</vt:lpstr>
    </vt:vector>
  </TitlesOfParts>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dc:title>
  <dc:subject/>
  <dc:creator/>
  <cp:keywords/>
  <cp:lastModifiedBy/>
  <cp:revision>1</cp:revision>
  <dcterms:created xsi:type="dcterms:W3CDTF">2020-08-07T08:54:00Z</dcterms:created>
  <dcterms:modified xsi:type="dcterms:W3CDTF">2020-08-07T08:54:00Z</dcterms:modified>
</cp:coreProperties>
</file>